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65F7C51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13059D">
        <w:rPr>
          <w:caps/>
          <w:sz w:val="40"/>
        </w:rPr>
        <w:t>.</w:t>
      </w:r>
      <w:r w:rsidR="008802EB">
        <w:rPr>
          <w:caps/>
          <w:sz w:val="40"/>
        </w:rPr>
        <w:t>5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A549D5C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8802EB">
        <w:rPr>
          <w:caps/>
          <w:sz w:val="40"/>
        </w:rPr>
        <w:t>5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A7FCC">
        <w:rPr>
          <w:caps/>
          <w:sz w:val="40"/>
        </w:rPr>
        <w:t>chla</w:t>
      </w:r>
      <w:r w:rsidR="005946DE">
        <w:rPr>
          <w:caps/>
          <w:sz w:val="40"/>
        </w:rPr>
        <w:t>zený prostor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6CDEC543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8802EB" w:rsidRPr="008802EB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>mpers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60C5DD93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F35E03">
        <w:rPr>
          <w:rFonts w:asciiTheme="majorHAnsi" w:hAnsiTheme="majorHAnsi" w:cstheme="majorBidi"/>
          <w:b/>
          <w:bCs/>
        </w:rPr>
        <w:t>5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183F53">
        <w:rPr>
          <w:rFonts w:asciiTheme="majorHAnsi" w:hAnsiTheme="majorHAnsi" w:cstheme="majorBidi"/>
          <w:b/>
          <w:bCs/>
        </w:rPr>
        <w:t>C</w:t>
      </w:r>
      <w:r w:rsidR="007A7FCC">
        <w:rPr>
          <w:rFonts w:asciiTheme="majorHAnsi" w:hAnsiTheme="majorHAnsi" w:cstheme="majorBidi"/>
          <w:b/>
          <w:bCs/>
        </w:rPr>
        <w:t>hla</w:t>
      </w:r>
      <w:r w:rsidR="005946DE">
        <w:rPr>
          <w:rFonts w:asciiTheme="majorHAnsi" w:hAnsiTheme="majorHAnsi" w:cstheme="majorBidi"/>
          <w:b/>
          <w:bCs/>
        </w:rPr>
        <w:t>zený prostor</w:t>
      </w:r>
      <w:r w:rsidRPr="00ED3589">
        <w:rPr>
          <w:rFonts w:asciiTheme="majorHAnsi" w:hAnsiTheme="majorHAnsi" w:cstheme="majorBidi"/>
          <w:b/>
          <w:bCs/>
        </w:rPr>
        <w:t xml:space="preserve"> </w:t>
      </w:r>
      <w:r w:rsidR="00ED3589" w:rsidRPr="00ED3589">
        <w:rPr>
          <w:rFonts w:asciiTheme="majorHAnsi" w:hAnsiTheme="majorHAnsi" w:cstheme="majorBidi"/>
          <w:b/>
          <w:bCs/>
        </w:rPr>
        <w:t>– 1 ks</w:t>
      </w:r>
      <w:r w:rsidR="00ED3589">
        <w:rPr>
          <w:rFonts w:asciiTheme="majorHAnsi" w:hAnsiTheme="majorHAnsi" w:cstheme="majorBidi"/>
          <w:b/>
          <w:bCs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5C0E5367" w:rsidR="00494E93" w:rsidRPr="00F15DD5" w:rsidRDefault="007A7FCC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Chla</w:t>
      </w:r>
      <w:r w:rsidR="005946DE">
        <w:rPr>
          <w:rFonts w:asciiTheme="majorHAnsi" w:hAnsiTheme="majorHAnsi" w:cstheme="majorHAnsi"/>
          <w:b/>
          <w:u w:val="single"/>
        </w:rPr>
        <w:t>zený prostor</w:t>
      </w:r>
      <w:r w:rsidR="008E4E01">
        <w:rPr>
          <w:rFonts w:asciiTheme="majorHAnsi" w:hAnsiTheme="majorHAnsi" w:cstheme="majorHAnsi"/>
          <w:b/>
          <w:u w:val="single"/>
        </w:rPr>
        <w:t xml:space="preserve"> – 1 ks</w:t>
      </w:r>
      <w:r w:rsidR="00865FEA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021"/>
        <w:gridCol w:w="2977"/>
        <w:gridCol w:w="3231"/>
      </w:tblGrid>
      <w:tr w:rsidR="00494E93" w:rsidRPr="00E127A9" w14:paraId="65EFFE02" w14:textId="77777777" w:rsidTr="00D82E1D">
        <w:trPr>
          <w:tblHeader/>
        </w:trPr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E127A9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127A9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E127A9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127A9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494E93" w:rsidRPr="00E127A9" w14:paraId="208246FD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43CAEDD" w:rsidR="00494E93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Šířka </w:t>
            </w:r>
            <w:r w:rsidR="006971D1">
              <w:rPr>
                <w:rFonts w:asciiTheme="majorHAnsi" w:hAnsiTheme="majorHAnsi" w:cstheme="majorHAnsi"/>
              </w:rPr>
              <w:t>chlazeného prostoru</w:t>
            </w:r>
            <w:r w:rsidR="00FD1AAC" w:rsidRPr="00E127A9">
              <w:rPr>
                <w:rFonts w:asciiTheme="majorHAnsi" w:hAnsiTheme="majorHAnsi" w:cstheme="majorHAnsi"/>
              </w:rPr>
              <w:t xml:space="preserve"> </w:t>
            </w:r>
            <w:r w:rsidRPr="00E127A9">
              <w:rPr>
                <w:rFonts w:asciiTheme="majorHAnsi" w:hAnsiTheme="majorHAnsi" w:cstheme="majorHAnsi"/>
              </w:rPr>
              <w:t>vnější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5B22D13B" w:rsidR="00494E93" w:rsidRPr="00E127A9" w:rsidRDefault="006971D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5946DE" w:rsidRPr="00E127A9">
              <w:rPr>
                <w:rFonts w:asciiTheme="majorHAnsi" w:hAnsiTheme="majorHAnsi" w:cstheme="majorHAnsi"/>
              </w:rPr>
              <w:t xml:space="preserve"> </w:t>
            </w:r>
            <w:r w:rsidR="007A7FCC" w:rsidRPr="00E127A9">
              <w:rPr>
                <w:rFonts w:asciiTheme="majorHAnsi" w:hAnsiTheme="majorHAnsi" w:cstheme="majorHAnsi"/>
              </w:rPr>
              <w:t>0</w:t>
            </w:r>
            <w:r w:rsidR="005946DE" w:rsidRPr="00E127A9">
              <w:rPr>
                <w:rFonts w:asciiTheme="majorHAnsi" w:hAnsiTheme="majorHAnsi" w:cstheme="majorHAnsi"/>
              </w:rPr>
              <w:t xml:space="preserve">00 mm 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E127A9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 w:rsidRPr="00E127A9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E127A9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946DE" w:rsidRPr="00E127A9" w14:paraId="49DDEF3C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D6FEC" w14:textId="548C36DB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Délka </w:t>
            </w:r>
            <w:r w:rsidR="006971D1">
              <w:rPr>
                <w:rFonts w:asciiTheme="majorHAnsi" w:hAnsiTheme="majorHAnsi" w:cstheme="majorHAnsi"/>
              </w:rPr>
              <w:t>chlazeného prostoru v</w:t>
            </w:r>
            <w:r w:rsidRPr="00E127A9">
              <w:rPr>
                <w:rFonts w:asciiTheme="majorHAnsi" w:hAnsiTheme="majorHAnsi" w:cstheme="majorHAnsi"/>
              </w:rPr>
              <w:t>nější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B9178" w14:textId="57C2D499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20 000 mm</w:t>
            </w:r>
          </w:p>
        </w:tc>
        <w:sdt>
          <w:sdtPr>
            <w:rPr>
              <w:rFonts w:asciiTheme="majorHAnsi" w:hAnsiTheme="majorHAnsi" w:cstheme="majorHAnsi"/>
            </w:rPr>
            <w:id w:val="178089959"/>
            <w:placeholder>
              <w:docPart w:val="29157C3B135743FFBFDC0DD69D207E57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486F2D" w14:textId="2C70C15C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4AC59EC9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B2F89" w14:textId="58D314C6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Výška</w:t>
            </w:r>
            <w:r w:rsidR="00FD1AAC" w:rsidRPr="00E127A9">
              <w:rPr>
                <w:rFonts w:asciiTheme="majorHAnsi" w:hAnsiTheme="majorHAnsi" w:cstheme="majorHAnsi"/>
              </w:rPr>
              <w:t xml:space="preserve"> </w:t>
            </w:r>
            <w:r w:rsidR="006971D1">
              <w:rPr>
                <w:rFonts w:asciiTheme="majorHAnsi" w:hAnsiTheme="majorHAnsi" w:cstheme="majorHAnsi"/>
              </w:rPr>
              <w:t xml:space="preserve">chlazeného prostoru </w:t>
            </w:r>
            <w:r w:rsidRPr="00E127A9">
              <w:rPr>
                <w:rFonts w:asciiTheme="majorHAnsi" w:hAnsiTheme="majorHAnsi" w:cstheme="majorHAnsi"/>
                <w:b/>
                <w:bCs/>
              </w:rPr>
              <w:t>světlá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B4507" w14:textId="175780E6" w:rsidR="005946DE" w:rsidRPr="00E127A9" w:rsidRDefault="006971D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3900</w:t>
            </w:r>
            <w:r w:rsidR="005946DE" w:rsidRPr="00E127A9">
              <w:rPr>
                <w:rFonts w:asciiTheme="majorHAnsi" w:hAnsiTheme="majorHAnsi" w:cstheme="majorHAnsi"/>
              </w:rPr>
              <w:t xml:space="preserve"> mm</w:t>
            </w:r>
          </w:p>
        </w:tc>
        <w:sdt>
          <w:sdtPr>
            <w:rPr>
              <w:rFonts w:asciiTheme="majorHAnsi" w:hAnsiTheme="majorHAnsi" w:cstheme="majorHAnsi"/>
            </w:rPr>
            <w:id w:val="413602987"/>
            <w:placeholder>
              <w:docPart w:val="BB9D15DE7B0D492B833A450AE080B20F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040878" w14:textId="1264C2EB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5C6DEE06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5894D" w14:textId="5118398F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Dveře</w:t>
            </w:r>
            <w:r w:rsidR="00FD1AAC" w:rsidRPr="00E127A9">
              <w:rPr>
                <w:rFonts w:asciiTheme="majorHAnsi" w:hAnsiTheme="majorHAnsi" w:cstheme="majorHAnsi"/>
              </w:rPr>
              <w:t xml:space="preserve"> do </w:t>
            </w:r>
            <w:r w:rsidR="006971D1">
              <w:rPr>
                <w:rFonts w:asciiTheme="majorHAnsi" w:hAnsiTheme="majorHAnsi" w:cstheme="majorHAnsi"/>
              </w:rPr>
              <w:t>chlazeného prostoru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00E89" w14:textId="77777777" w:rsidR="005946DE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Ch</w:t>
            </w:r>
            <w:r w:rsidR="00FD1AAC" w:rsidRPr="00E127A9">
              <w:rPr>
                <w:rFonts w:asciiTheme="majorHAnsi" w:hAnsiTheme="majorHAnsi" w:cstheme="majorHAnsi"/>
              </w:rPr>
              <w:t>l</w:t>
            </w:r>
            <w:r w:rsidRPr="00E127A9">
              <w:rPr>
                <w:rFonts w:asciiTheme="majorHAnsi" w:hAnsiTheme="majorHAnsi" w:cstheme="majorHAnsi"/>
              </w:rPr>
              <w:t>adírenské posuvné</w:t>
            </w:r>
            <w:r w:rsidR="006971D1">
              <w:rPr>
                <w:rFonts w:asciiTheme="majorHAnsi" w:hAnsiTheme="majorHAnsi" w:cstheme="majorHAnsi"/>
              </w:rPr>
              <w:t xml:space="preserve"> 2x</w:t>
            </w:r>
          </w:p>
          <w:p w14:paraId="1B212212" w14:textId="1CE84B53" w:rsidR="006971D1" w:rsidRPr="00E127A9" w:rsidRDefault="006971D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Chladírenské otočné 2x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25535169"/>
              <w:placeholder>
                <w:docPart w:val="D1F85858BF33460D871073EB270B7BA1"/>
              </w:placeholder>
            </w:sdtPr>
            <w:sdtEndPr/>
            <w:sdtContent>
              <w:p w14:paraId="6124D0DF" w14:textId="78994C5D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2CF0E0D4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3CDF8" w14:textId="79A38883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Rozměr dveří</w:t>
            </w:r>
            <w:r w:rsidR="00B746AB" w:rsidRPr="00E127A9">
              <w:rPr>
                <w:rFonts w:asciiTheme="majorHAnsi" w:hAnsiTheme="majorHAnsi" w:cstheme="majorHAnsi"/>
              </w:rPr>
              <w:t xml:space="preserve"> v mm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18028" w14:textId="17230119" w:rsidR="005946DE" w:rsidRPr="00E127A9" w:rsidRDefault="00E127A9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š.</w:t>
            </w:r>
            <w:r w:rsidR="005946DE" w:rsidRPr="00E127A9">
              <w:rPr>
                <w:rFonts w:asciiTheme="majorHAnsi" w:hAnsiTheme="majorHAnsi" w:cstheme="majorHAnsi"/>
              </w:rPr>
              <w:t xml:space="preserve"> 1500 x v</w:t>
            </w:r>
            <w:r w:rsidRPr="00E127A9">
              <w:rPr>
                <w:rFonts w:asciiTheme="majorHAnsi" w:hAnsiTheme="majorHAnsi" w:cstheme="majorHAnsi"/>
              </w:rPr>
              <w:t>.</w:t>
            </w:r>
            <w:r w:rsidR="00B922BE" w:rsidRPr="00E127A9">
              <w:rPr>
                <w:rFonts w:asciiTheme="majorHAnsi" w:hAnsiTheme="majorHAnsi" w:cstheme="majorHAnsi"/>
              </w:rPr>
              <w:t> </w:t>
            </w:r>
            <w:r w:rsidR="005946DE" w:rsidRPr="00E127A9">
              <w:rPr>
                <w:rFonts w:asciiTheme="majorHAnsi" w:hAnsiTheme="majorHAnsi" w:cstheme="majorHAnsi"/>
              </w:rPr>
              <w:t>2500</w:t>
            </w:r>
            <w:r w:rsidR="00B922BE" w:rsidRPr="00E127A9">
              <w:rPr>
                <w:rFonts w:asciiTheme="majorHAnsi" w:hAnsiTheme="majorHAnsi" w:cstheme="majorHAnsi"/>
              </w:rPr>
              <w:t xml:space="preserve"> mm</w:t>
            </w:r>
          </w:p>
        </w:tc>
        <w:sdt>
          <w:sdtPr>
            <w:rPr>
              <w:rFonts w:asciiTheme="majorHAnsi" w:hAnsiTheme="majorHAnsi" w:cstheme="majorHAnsi"/>
            </w:rPr>
            <w:id w:val="1022980136"/>
            <w:placeholder>
              <w:docPart w:val="224B2E1E092840E695266E6865656600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6E48F0" w14:textId="7BAF021A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0E725FA7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664FF" w14:textId="436D9899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Počet</w:t>
            </w:r>
            <w:r w:rsidR="00FD1AAC" w:rsidRPr="00E127A9">
              <w:rPr>
                <w:rFonts w:asciiTheme="majorHAnsi" w:hAnsiTheme="majorHAnsi" w:cstheme="majorHAnsi"/>
              </w:rPr>
              <w:t xml:space="preserve"> </w:t>
            </w:r>
            <w:r w:rsidRPr="00E127A9">
              <w:rPr>
                <w:rFonts w:asciiTheme="majorHAnsi" w:hAnsiTheme="majorHAnsi" w:cstheme="majorHAnsi"/>
              </w:rPr>
              <w:t>dveří</w:t>
            </w:r>
            <w:r w:rsidR="00FD1AAC" w:rsidRPr="00E127A9">
              <w:rPr>
                <w:rFonts w:asciiTheme="majorHAnsi" w:hAnsiTheme="majorHAnsi" w:cstheme="majorHAnsi"/>
              </w:rPr>
              <w:t xml:space="preserve"> do </w:t>
            </w:r>
            <w:r w:rsidR="006971D1">
              <w:rPr>
                <w:rFonts w:asciiTheme="majorHAnsi" w:hAnsiTheme="majorHAnsi" w:cstheme="majorHAnsi"/>
              </w:rPr>
              <w:t xml:space="preserve">chlazeného prostoru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D84B2" w14:textId="5C7B76DF" w:rsidR="005946DE" w:rsidRPr="00E127A9" w:rsidRDefault="006971D1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D82E1D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2x posuvné, 2x otočné</w:t>
            </w:r>
            <w:r w:rsidR="00D82E1D">
              <w:rPr>
                <w:rFonts w:asciiTheme="majorHAnsi" w:hAnsiTheme="majorHAnsi" w:cstheme="majorHAnsi"/>
              </w:rPr>
              <w:t xml:space="preserve"> do každé části 1+1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49805811"/>
              <w:placeholder>
                <w:docPart w:val="D4BE6E0E10E74E378B749FF960B57DB4"/>
              </w:placeholder>
            </w:sdtPr>
            <w:sdtEndPr/>
            <w:sdtContent>
              <w:p w14:paraId="7DC87661" w14:textId="1CC0EFF3" w:rsidR="005946DE" w:rsidRPr="00E127A9" w:rsidRDefault="006554EC" w:rsidP="006554EC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7508F9D7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05613" w14:textId="5616C441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Umístění dveří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2E32E" w14:textId="364DA85D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Na úzk</w:t>
            </w:r>
            <w:r w:rsidR="00D82E1D">
              <w:rPr>
                <w:rFonts w:asciiTheme="majorHAnsi" w:hAnsiTheme="majorHAnsi" w:cstheme="majorHAnsi"/>
              </w:rPr>
              <w:t>ých stranách</w:t>
            </w:r>
            <w:r w:rsidRPr="00E127A9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78885871"/>
              <w:placeholder>
                <w:docPart w:val="E10A127045CA49EEA6CA2BFA86B4CCCC"/>
              </w:placeholder>
            </w:sdtPr>
            <w:sdtEndPr/>
            <w:sdtContent>
              <w:p w14:paraId="40C2321B" w14:textId="3FA4F691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4167055B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7122D" w14:textId="537E24B3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Podlaha</w:t>
            </w:r>
            <w:r w:rsidR="00FD1AAC" w:rsidRPr="00E127A9">
              <w:rPr>
                <w:rFonts w:asciiTheme="majorHAnsi" w:hAnsiTheme="majorHAnsi" w:cstheme="majorHAnsi"/>
              </w:rPr>
              <w:t xml:space="preserve"> boxu</w:t>
            </w:r>
            <w:r w:rsidRPr="00E127A9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13A50" w14:textId="2B9D18E1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Bez podlahy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31323249"/>
              <w:placeholder>
                <w:docPart w:val="ED2F5A62678449359E7863615A407505"/>
              </w:placeholder>
            </w:sdtPr>
            <w:sdtEndPr/>
            <w:sdtContent>
              <w:p w14:paraId="6F76F377" w14:textId="0D50F404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6257B" w:rsidRPr="00E127A9" w14:paraId="6F78E428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EFDEB" w14:textId="0D41F2CB" w:rsidR="0016257B" w:rsidRPr="00E127A9" w:rsidRDefault="001625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Tepelná izolace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FE108" w14:textId="51850AF5" w:rsidR="0016257B" w:rsidRPr="00E127A9" w:rsidRDefault="001625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PUR min. 60 mm nebo ekvivalentní</w:t>
            </w:r>
          </w:p>
        </w:tc>
        <w:sdt>
          <w:sdtPr>
            <w:rPr>
              <w:rFonts w:asciiTheme="majorHAnsi" w:hAnsiTheme="majorHAnsi" w:cstheme="majorHAnsi"/>
            </w:rPr>
            <w:id w:val="-877396349"/>
            <w:placeholder>
              <w:docPart w:val="568E8813E9FA460FBCBBE90F9A72ACBF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B8E6BE" w14:textId="2A515939" w:rsidR="0016257B" w:rsidRPr="00E127A9" w:rsidRDefault="00865FEA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54EC" w:rsidRPr="00E127A9" w14:paraId="3A59D1E5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64780" w14:textId="085E8D37" w:rsidR="006554EC" w:rsidRPr="00E127A9" w:rsidRDefault="00D82E1D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Situace chlazeného prostoru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1E34D" w14:textId="5633AC72" w:rsidR="006554EC" w:rsidRPr="00E127A9" w:rsidRDefault="00D82E1D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Prostor, </w:t>
            </w:r>
            <w:r w:rsidR="006971D1">
              <w:rPr>
                <w:rFonts w:asciiTheme="majorHAnsi" w:hAnsiTheme="majorHAnsi" w:cstheme="majorHAnsi"/>
              </w:rPr>
              <w:t xml:space="preserve">rozdělený na dvě části s nezávislým nastavením teploty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09162327"/>
              <w:placeholder>
                <w:docPart w:val="D4700A30761A4735BFA8703E17848A4F"/>
              </w:placeholder>
            </w:sdtPr>
            <w:sdtEndPr/>
            <w:sdtContent>
              <w:p w14:paraId="4549C6BB" w14:textId="763B470E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4F328162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396E8491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  <w:b/>
                <w:bCs/>
              </w:rPr>
              <w:t xml:space="preserve">Minimální </w:t>
            </w:r>
            <w:r w:rsidRPr="00E127A9">
              <w:rPr>
                <w:rFonts w:asciiTheme="majorHAnsi" w:hAnsiTheme="majorHAnsi" w:cstheme="majorHAnsi"/>
              </w:rPr>
              <w:t>dosažitelná teplota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730DA02B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Min</w:t>
            </w:r>
            <w:r w:rsidR="00865FEA" w:rsidRPr="00E127A9">
              <w:rPr>
                <w:rFonts w:asciiTheme="majorHAnsi" w:hAnsiTheme="majorHAnsi" w:cstheme="majorHAnsi"/>
              </w:rPr>
              <w:t>.</w:t>
            </w:r>
            <w:r w:rsidRPr="00E127A9">
              <w:rPr>
                <w:rFonts w:asciiTheme="majorHAnsi" w:hAnsiTheme="majorHAnsi" w:cstheme="majorHAnsi"/>
              </w:rPr>
              <w:t xml:space="preserve"> +5°C</w:t>
            </w:r>
          </w:p>
        </w:tc>
        <w:sdt>
          <w:sdtPr>
            <w:rPr>
              <w:rFonts w:asciiTheme="majorHAnsi" w:hAnsiTheme="majorHAnsi" w:cstheme="majorHAnsi"/>
            </w:rPr>
            <w:id w:val="1929687402"/>
            <w:placeholder>
              <w:docPart w:val="49DF700109384A1D9A340A1A2B5F0BC1"/>
            </w:placeholder>
          </w:sdtPr>
          <w:sdtEndPr/>
          <w:sdtContent>
            <w:tc>
              <w:tcPr>
                <w:tcW w:w="32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465C62DC" w:rsidR="006554EC" w:rsidRPr="00E127A9" w:rsidRDefault="00865FEA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54EC" w:rsidRPr="00E127A9" w14:paraId="09951473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7FE5CF11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Bezpečnostní otevírání dveří zevnitř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E45C0F4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800113607"/>
              <w:placeholder>
                <w:docPart w:val="3A040476F2FE4D92B811E4683AB88350"/>
              </w:placeholder>
            </w:sdtPr>
            <w:sdtEndPr/>
            <w:sdtContent>
              <w:p w14:paraId="0C9D4CB9" w14:textId="4E5D0292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018C5BF1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F32A6" w14:textId="1E82AB1F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Automatické řízení teploty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6FC1F" w14:textId="0EFCB520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22835419"/>
              <w:placeholder>
                <w:docPart w:val="03AFF2B01B08497FB19543E379360A04"/>
              </w:placeholder>
            </w:sdtPr>
            <w:sdtEndPr/>
            <w:sdtContent>
              <w:p w14:paraId="174307BB" w14:textId="66A55936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76DA7805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45081B3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Vnitřní osvětlení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3081CBC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340746437"/>
              <w:placeholder>
                <w:docPart w:val="34D501EEDF6B456CA97ABAD18691F61C"/>
              </w:placeholder>
            </w:sdtPr>
            <w:sdtEndPr/>
            <w:sdtContent>
              <w:p w14:paraId="083F1377" w14:textId="594549F8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57A4A523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4C531A0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Chladírenská technologie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040A8955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318080833"/>
              <w:placeholder>
                <w:docPart w:val="01D54E8C9F3A42AAAF08DC6BC8E44841"/>
              </w:placeholder>
            </w:sdtPr>
            <w:sdtEndPr/>
            <w:sdtContent>
              <w:p w14:paraId="3A33287A" w14:textId="0B7E0F45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3D13A71D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BFA2C" w14:textId="0EA434F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Montáž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95282" w14:textId="5E83C650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427805552"/>
              <w:placeholder>
                <w:docPart w:val="8E2CAA50ED34493F919C79346DEFE622"/>
              </w:placeholder>
            </w:sdtPr>
            <w:sdtEndPr/>
            <w:sdtContent>
              <w:p w14:paraId="2F7F2DFA" w14:textId="64DC2BA5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5FAE97FB" w14:textId="77777777" w:rsidTr="00D82E1D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DC36" w14:textId="3B6839FD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Výstupní revize elektro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3F12B" w14:textId="630962A9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1310676754"/>
              <w:placeholder>
                <w:docPart w:val="C85812F4ADC9455D8DCA4F75FDD50358"/>
              </w:placeholder>
            </w:sdtPr>
            <w:sdtEndPr/>
            <w:sdtContent>
              <w:p w14:paraId="40B7A12A" w14:textId="4AFEAF0A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440EC079" w14:textId="77777777" w:rsidR="00ED0C05" w:rsidRDefault="00ED0C05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248CF58E" w14:textId="77777777" w:rsidR="00ED0C05" w:rsidRDefault="00ED0C05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1418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F753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F753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49172B30" w:rsidR="00181002" w:rsidRPr="008E4E01" w:rsidRDefault="00FD1AAC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8E4E01">
              <w:rPr>
                <w:rFonts w:asciiTheme="majorHAnsi" w:hAnsiTheme="majorHAnsi" w:cstheme="majorHAnsi"/>
                <w:b/>
                <w:bCs/>
              </w:rPr>
              <w:t>Chlazený prostor</w:t>
            </w:r>
            <w:r w:rsidR="008E4E01" w:rsidRPr="008E4E01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730933FC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2D74D747" w:rsidR="00181002" w:rsidRPr="00A67A23" w:rsidRDefault="00D342C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BD0AA5C8F4FE4857B867FF77B0295A59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F7536C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152F68E9" w:rsidR="00B067DF" w:rsidRPr="00C16997" w:rsidRDefault="001B7CEE" w:rsidP="00865FEA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21C0" w14:textId="77777777" w:rsidR="00196D8C" w:rsidRDefault="00196D8C" w:rsidP="002C4725">
      <w:pPr>
        <w:spacing w:after="0" w:line="240" w:lineRule="auto"/>
      </w:pPr>
      <w:r>
        <w:separator/>
      </w:r>
    </w:p>
  </w:endnote>
  <w:endnote w:type="continuationSeparator" w:id="0">
    <w:p w14:paraId="7D8D8407" w14:textId="77777777" w:rsidR="00196D8C" w:rsidRDefault="00196D8C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3969" w14:textId="77777777" w:rsidR="00196D8C" w:rsidRDefault="00196D8C" w:rsidP="002C4725">
      <w:pPr>
        <w:spacing w:after="0" w:line="240" w:lineRule="auto"/>
      </w:pPr>
      <w:r>
        <w:separator/>
      </w:r>
    </w:p>
  </w:footnote>
  <w:footnote w:type="continuationSeparator" w:id="0">
    <w:p w14:paraId="53D44486" w14:textId="77777777" w:rsidR="00196D8C" w:rsidRDefault="00196D8C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OlsUnIr8sidv4mPXdkNntAiL27WfVqYOTk9130yWcQJHpG2GRm1KqVurz8vCFLTQDayysF89sDCDpWpD+DpWw==" w:salt="VVYU2gHsIkKQM5DO/bS1/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84ACA"/>
    <w:rsid w:val="000A3A57"/>
    <w:rsid w:val="000B4246"/>
    <w:rsid w:val="000B42C0"/>
    <w:rsid w:val="000D388A"/>
    <w:rsid w:val="000D3E20"/>
    <w:rsid w:val="000F6867"/>
    <w:rsid w:val="0013059D"/>
    <w:rsid w:val="00130843"/>
    <w:rsid w:val="001413F3"/>
    <w:rsid w:val="00151215"/>
    <w:rsid w:val="0016257B"/>
    <w:rsid w:val="0016267E"/>
    <w:rsid w:val="00181002"/>
    <w:rsid w:val="00183F53"/>
    <w:rsid w:val="0018712C"/>
    <w:rsid w:val="001950E8"/>
    <w:rsid w:val="00195D10"/>
    <w:rsid w:val="00196D8C"/>
    <w:rsid w:val="001A3941"/>
    <w:rsid w:val="001B7CEE"/>
    <w:rsid w:val="001D4142"/>
    <w:rsid w:val="002022E9"/>
    <w:rsid w:val="00216252"/>
    <w:rsid w:val="0022176A"/>
    <w:rsid w:val="002264EC"/>
    <w:rsid w:val="00253F47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A654A"/>
    <w:rsid w:val="003D2088"/>
    <w:rsid w:val="003D6DD0"/>
    <w:rsid w:val="003D7EE6"/>
    <w:rsid w:val="003E1A68"/>
    <w:rsid w:val="003F0F2F"/>
    <w:rsid w:val="003F121F"/>
    <w:rsid w:val="003F1F3E"/>
    <w:rsid w:val="003F660A"/>
    <w:rsid w:val="00402441"/>
    <w:rsid w:val="00412EAA"/>
    <w:rsid w:val="0041365B"/>
    <w:rsid w:val="004153AF"/>
    <w:rsid w:val="004176D7"/>
    <w:rsid w:val="00427539"/>
    <w:rsid w:val="004524C6"/>
    <w:rsid w:val="00474F9E"/>
    <w:rsid w:val="00476C99"/>
    <w:rsid w:val="00484AD4"/>
    <w:rsid w:val="00485290"/>
    <w:rsid w:val="00493759"/>
    <w:rsid w:val="00494E93"/>
    <w:rsid w:val="004B0B9F"/>
    <w:rsid w:val="004B3047"/>
    <w:rsid w:val="004B6AE8"/>
    <w:rsid w:val="004C07D9"/>
    <w:rsid w:val="004F79D3"/>
    <w:rsid w:val="00501E5F"/>
    <w:rsid w:val="00504B79"/>
    <w:rsid w:val="00537C09"/>
    <w:rsid w:val="0055358D"/>
    <w:rsid w:val="00587D65"/>
    <w:rsid w:val="005946DE"/>
    <w:rsid w:val="005A375F"/>
    <w:rsid w:val="005D53C2"/>
    <w:rsid w:val="005D66AA"/>
    <w:rsid w:val="005E4674"/>
    <w:rsid w:val="005E7CEE"/>
    <w:rsid w:val="005F350C"/>
    <w:rsid w:val="005F5F8E"/>
    <w:rsid w:val="0060022D"/>
    <w:rsid w:val="0063433E"/>
    <w:rsid w:val="006365AF"/>
    <w:rsid w:val="006432B7"/>
    <w:rsid w:val="006526C1"/>
    <w:rsid w:val="006554EC"/>
    <w:rsid w:val="00655B3D"/>
    <w:rsid w:val="00694C0A"/>
    <w:rsid w:val="006971D1"/>
    <w:rsid w:val="006A51E9"/>
    <w:rsid w:val="006C1405"/>
    <w:rsid w:val="006C263F"/>
    <w:rsid w:val="006C64E7"/>
    <w:rsid w:val="006C77CF"/>
    <w:rsid w:val="006F01C7"/>
    <w:rsid w:val="006F418B"/>
    <w:rsid w:val="0071161E"/>
    <w:rsid w:val="00716AFF"/>
    <w:rsid w:val="00722CDE"/>
    <w:rsid w:val="007244DA"/>
    <w:rsid w:val="00741F8C"/>
    <w:rsid w:val="007435A0"/>
    <w:rsid w:val="007442A1"/>
    <w:rsid w:val="00763788"/>
    <w:rsid w:val="00775992"/>
    <w:rsid w:val="00785EBF"/>
    <w:rsid w:val="007913D3"/>
    <w:rsid w:val="00794A6B"/>
    <w:rsid w:val="007A7FCC"/>
    <w:rsid w:val="007E078A"/>
    <w:rsid w:val="007E5031"/>
    <w:rsid w:val="007F73AC"/>
    <w:rsid w:val="008107F5"/>
    <w:rsid w:val="00812B87"/>
    <w:rsid w:val="008136D5"/>
    <w:rsid w:val="008138E5"/>
    <w:rsid w:val="00827468"/>
    <w:rsid w:val="008309D1"/>
    <w:rsid w:val="0083788E"/>
    <w:rsid w:val="00865FEA"/>
    <w:rsid w:val="008673D8"/>
    <w:rsid w:val="008802EB"/>
    <w:rsid w:val="008872D2"/>
    <w:rsid w:val="00891F17"/>
    <w:rsid w:val="008C45B9"/>
    <w:rsid w:val="008C70A2"/>
    <w:rsid w:val="008D08DD"/>
    <w:rsid w:val="008D435A"/>
    <w:rsid w:val="008E4E01"/>
    <w:rsid w:val="008E6429"/>
    <w:rsid w:val="008F3E3E"/>
    <w:rsid w:val="008F4095"/>
    <w:rsid w:val="00917068"/>
    <w:rsid w:val="00921E65"/>
    <w:rsid w:val="0092395C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67E1"/>
    <w:rsid w:val="00A139E0"/>
    <w:rsid w:val="00A37303"/>
    <w:rsid w:val="00A37772"/>
    <w:rsid w:val="00A423EC"/>
    <w:rsid w:val="00A67A23"/>
    <w:rsid w:val="00A7030F"/>
    <w:rsid w:val="00A9588E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5DCE"/>
    <w:rsid w:val="00B56A03"/>
    <w:rsid w:val="00B746AB"/>
    <w:rsid w:val="00B922BE"/>
    <w:rsid w:val="00BA141F"/>
    <w:rsid w:val="00BA2238"/>
    <w:rsid w:val="00BC005C"/>
    <w:rsid w:val="00BC1BE2"/>
    <w:rsid w:val="00BC3955"/>
    <w:rsid w:val="00BE01DB"/>
    <w:rsid w:val="00BE700A"/>
    <w:rsid w:val="00BF318F"/>
    <w:rsid w:val="00BF4D9C"/>
    <w:rsid w:val="00BF71BE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8056D"/>
    <w:rsid w:val="00CB2191"/>
    <w:rsid w:val="00CC42DF"/>
    <w:rsid w:val="00CD1ADC"/>
    <w:rsid w:val="00CD39FA"/>
    <w:rsid w:val="00CE111F"/>
    <w:rsid w:val="00CE184D"/>
    <w:rsid w:val="00CE5CDF"/>
    <w:rsid w:val="00D22DCA"/>
    <w:rsid w:val="00D342C3"/>
    <w:rsid w:val="00D3716D"/>
    <w:rsid w:val="00D40675"/>
    <w:rsid w:val="00D41E5C"/>
    <w:rsid w:val="00D41F6D"/>
    <w:rsid w:val="00D5314B"/>
    <w:rsid w:val="00D82E1D"/>
    <w:rsid w:val="00D845DA"/>
    <w:rsid w:val="00D946F7"/>
    <w:rsid w:val="00DA2467"/>
    <w:rsid w:val="00DA2FE3"/>
    <w:rsid w:val="00DA3152"/>
    <w:rsid w:val="00DB4761"/>
    <w:rsid w:val="00DB4981"/>
    <w:rsid w:val="00DD01E9"/>
    <w:rsid w:val="00E00962"/>
    <w:rsid w:val="00E0304F"/>
    <w:rsid w:val="00E046B0"/>
    <w:rsid w:val="00E127A9"/>
    <w:rsid w:val="00E254C4"/>
    <w:rsid w:val="00E474FC"/>
    <w:rsid w:val="00E54BD7"/>
    <w:rsid w:val="00E65E02"/>
    <w:rsid w:val="00E878F1"/>
    <w:rsid w:val="00E9273D"/>
    <w:rsid w:val="00E94454"/>
    <w:rsid w:val="00E95E0E"/>
    <w:rsid w:val="00E97905"/>
    <w:rsid w:val="00EA06C0"/>
    <w:rsid w:val="00EA69AD"/>
    <w:rsid w:val="00EC6D81"/>
    <w:rsid w:val="00ED0C05"/>
    <w:rsid w:val="00ED3589"/>
    <w:rsid w:val="00EE2E83"/>
    <w:rsid w:val="00EF2A2A"/>
    <w:rsid w:val="00F038FF"/>
    <w:rsid w:val="00F118E1"/>
    <w:rsid w:val="00F13430"/>
    <w:rsid w:val="00F158EF"/>
    <w:rsid w:val="00F15DB4"/>
    <w:rsid w:val="00F15DD5"/>
    <w:rsid w:val="00F32D80"/>
    <w:rsid w:val="00F35E03"/>
    <w:rsid w:val="00F6706F"/>
    <w:rsid w:val="00F72D7A"/>
    <w:rsid w:val="00F7536C"/>
    <w:rsid w:val="00F75490"/>
    <w:rsid w:val="00F76B2F"/>
    <w:rsid w:val="00F84153"/>
    <w:rsid w:val="00FC4BDC"/>
    <w:rsid w:val="00FD1AAC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700A30761A4735BFA8703E17848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E301A-8155-4627-B87F-81017DA90272}"/>
      </w:docPartPr>
      <w:docPartBody>
        <w:p w:rsidR="0015248C" w:rsidRDefault="0015248C" w:rsidP="0015248C">
          <w:pPr>
            <w:pStyle w:val="D4700A30761A4735BFA8703E17848A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040476F2FE4D92B811E4683AB88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F3EE5-EEBE-4E66-B513-2DC4D3CA53EC}"/>
      </w:docPartPr>
      <w:docPartBody>
        <w:p w:rsidR="0015248C" w:rsidRDefault="0015248C" w:rsidP="0015248C">
          <w:pPr>
            <w:pStyle w:val="3A040476F2FE4D92B811E4683AB883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AFF2B01B08497FB19543E379360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9578F-C579-428F-A052-64F526DA4D4E}"/>
      </w:docPartPr>
      <w:docPartBody>
        <w:p w:rsidR="0015248C" w:rsidRDefault="0015248C" w:rsidP="0015248C">
          <w:pPr>
            <w:pStyle w:val="03AFF2B01B08497FB19543E379360A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D501EEDF6B456CA97ABAD18691F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84A82-BE3F-494D-9456-A645E762A9E5}"/>
      </w:docPartPr>
      <w:docPartBody>
        <w:p w:rsidR="0015248C" w:rsidRDefault="0015248C" w:rsidP="0015248C">
          <w:pPr>
            <w:pStyle w:val="34D501EEDF6B456CA97ABAD18691F6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D54E8C9F3A42AAAF08DC6BC8E44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016732-C9DE-4D73-8452-0A4DD9CEB6B8}"/>
      </w:docPartPr>
      <w:docPartBody>
        <w:p w:rsidR="0015248C" w:rsidRDefault="0015248C" w:rsidP="0015248C">
          <w:pPr>
            <w:pStyle w:val="01D54E8C9F3A42AAAF08DC6BC8E448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2CAA50ED34493F919C79346DEFE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EE55E-40E0-4EA9-9714-36683EA6913D}"/>
      </w:docPartPr>
      <w:docPartBody>
        <w:p w:rsidR="0015248C" w:rsidRDefault="0015248C" w:rsidP="0015248C">
          <w:pPr>
            <w:pStyle w:val="8E2CAA50ED34493F919C79346DEFE6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5812F4ADC9455D8DCA4F75FDD503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DB568F-36E3-4688-869C-5A9DECED7D35}"/>
      </w:docPartPr>
      <w:docPartBody>
        <w:p w:rsidR="0015248C" w:rsidRDefault="0015248C" w:rsidP="0015248C">
          <w:pPr>
            <w:pStyle w:val="C85812F4ADC9455D8DCA4F75FDD503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BE6E0E10E74E378B749FF960B57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7BDED-8E03-48C6-8556-E6A28DFD48E6}"/>
      </w:docPartPr>
      <w:docPartBody>
        <w:p w:rsidR="0015248C" w:rsidRDefault="0015248C" w:rsidP="0015248C">
          <w:pPr>
            <w:pStyle w:val="D4BE6E0E10E74E378B749FF960B57D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F85858BF33460D871073EB270B7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B0118-342A-4112-AD65-597369208B55}"/>
      </w:docPartPr>
      <w:docPartBody>
        <w:p w:rsidR="0015248C" w:rsidRDefault="0015248C" w:rsidP="0015248C">
          <w:pPr>
            <w:pStyle w:val="D1F85858BF33460D871073EB270B7B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0A127045CA49EEA6CA2BFA86B4C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09F36-5533-4F9F-AD20-A3F629FBC09E}"/>
      </w:docPartPr>
      <w:docPartBody>
        <w:p w:rsidR="0015248C" w:rsidRDefault="0015248C" w:rsidP="0015248C">
          <w:pPr>
            <w:pStyle w:val="E10A127045CA49EEA6CA2BFA86B4CC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2F5A62678449359E7863615A407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74972-D4EB-4FFB-B6D7-C78971A5FC5E}"/>
      </w:docPartPr>
      <w:docPartBody>
        <w:p w:rsidR="0015248C" w:rsidRDefault="0015248C" w:rsidP="0015248C">
          <w:pPr>
            <w:pStyle w:val="ED2F5A62678449359E7863615A4075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157C3B135743FFBFDC0DD69D207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25447-BE0B-4815-B3FD-B748049E131B}"/>
      </w:docPartPr>
      <w:docPartBody>
        <w:p w:rsidR="0015248C" w:rsidRDefault="0015248C" w:rsidP="0015248C">
          <w:pPr>
            <w:pStyle w:val="29157C3B135743FFBFDC0DD69D207E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B9D15DE7B0D492B833A450AE080B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960D0-05F0-4D68-BF02-8FCA764D648C}"/>
      </w:docPartPr>
      <w:docPartBody>
        <w:p w:rsidR="0015248C" w:rsidRDefault="0015248C" w:rsidP="0015248C">
          <w:pPr>
            <w:pStyle w:val="BB9D15DE7B0D492B833A450AE080B2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4B2E1E092840E695266E6865656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39E8C-518D-436D-93FA-76C2F74FDF6E}"/>
      </w:docPartPr>
      <w:docPartBody>
        <w:p w:rsidR="0015248C" w:rsidRDefault="0015248C" w:rsidP="0015248C">
          <w:pPr>
            <w:pStyle w:val="224B2E1E092840E695266E68656566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68E8813E9FA460FBCBBE90F9A72A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724FE-C73F-46BA-A6AB-F9D4D9F1113C}"/>
      </w:docPartPr>
      <w:docPartBody>
        <w:p w:rsidR="0015248C" w:rsidRDefault="0015248C" w:rsidP="0015248C">
          <w:pPr>
            <w:pStyle w:val="568E8813E9FA460FBCBBE90F9A72AC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DF700109384A1D9A340A1A2B5F0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B4CC6-912C-4B91-995C-E334BCFB993C}"/>
      </w:docPartPr>
      <w:docPartBody>
        <w:p w:rsidR="0015248C" w:rsidRDefault="0015248C" w:rsidP="0015248C">
          <w:pPr>
            <w:pStyle w:val="49DF700109384A1D9A340A1A2B5F0B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0AA5C8F4FE4857B867FF77B0295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8898B-CA9B-4699-AA64-73E4937EF98F}"/>
      </w:docPartPr>
      <w:docPartBody>
        <w:p w:rsidR="00863F16" w:rsidRDefault="007F50A9" w:rsidP="007F50A9">
          <w:pPr>
            <w:pStyle w:val="BD0AA5C8F4FE4857B867FF77B0295A59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B4246"/>
    <w:rsid w:val="000C6C17"/>
    <w:rsid w:val="00113F40"/>
    <w:rsid w:val="00147144"/>
    <w:rsid w:val="0015248C"/>
    <w:rsid w:val="00216252"/>
    <w:rsid w:val="002F4FEE"/>
    <w:rsid w:val="003051D9"/>
    <w:rsid w:val="003145E3"/>
    <w:rsid w:val="00344421"/>
    <w:rsid w:val="00371332"/>
    <w:rsid w:val="003B3710"/>
    <w:rsid w:val="003E1A68"/>
    <w:rsid w:val="004153AF"/>
    <w:rsid w:val="00415932"/>
    <w:rsid w:val="00493759"/>
    <w:rsid w:val="004E00EB"/>
    <w:rsid w:val="00501E5F"/>
    <w:rsid w:val="005E4674"/>
    <w:rsid w:val="005E7DE0"/>
    <w:rsid w:val="0060022D"/>
    <w:rsid w:val="00651A9B"/>
    <w:rsid w:val="00680B9C"/>
    <w:rsid w:val="006B037A"/>
    <w:rsid w:val="006F01C7"/>
    <w:rsid w:val="0071161E"/>
    <w:rsid w:val="007F50A9"/>
    <w:rsid w:val="00815B94"/>
    <w:rsid w:val="00863F16"/>
    <w:rsid w:val="00921E65"/>
    <w:rsid w:val="00936DC9"/>
    <w:rsid w:val="009A3103"/>
    <w:rsid w:val="00A10168"/>
    <w:rsid w:val="00A7030F"/>
    <w:rsid w:val="00A73510"/>
    <w:rsid w:val="00AA3A4F"/>
    <w:rsid w:val="00B55DCE"/>
    <w:rsid w:val="00BA2238"/>
    <w:rsid w:val="00BC3955"/>
    <w:rsid w:val="00C668C4"/>
    <w:rsid w:val="00D845DA"/>
    <w:rsid w:val="00D946F7"/>
    <w:rsid w:val="00DB4981"/>
    <w:rsid w:val="00E878F1"/>
    <w:rsid w:val="00EA69AD"/>
    <w:rsid w:val="00EE65B4"/>
    <w:rsid w:val="00F3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50A9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3F5BA768EB40FF83C1E4EF8C245FF1">
    <w:name w:val="803F5BA768EB40FF83C1E4EF8C245FF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CD796384364030B7EB2814ECD1ED73">
    <w:name w:val="3DCD796384364030B7EB2814ECD1ED73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4EAC4983854E24A3526C6A335D0579">
    <w:name w:val="114EAC4983854E24A3526C6A335D0579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DC0845FDA4450D829C7ACD1A565C46">
    <w:name w:val="7FDC0845FDA4450D829C7ACD1A565C46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C86EBAFF42402490CF5B5ECAC821DF">
    <w:name w:val="B4C86EBAFF42402490CF5B5ECAC821D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B2BBBCB2FA4DC1832A772AC3E978E6">
    <w:name w:val="D3B2BBBCB2FA4DC1832A772AC3E978E6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700A30761A4735BFA8703E17848A4F">
    <w:name w:val="D4700A30761A4735BFA8703E17848A4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040476F2FE4D92B811E4683AB88350">
    <w:name w:val="3A040476F2FE4D92B811E4683AB88350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AFF2B01B08497FB19543E379360A04">
    <w:name w:val="03AFF2B01B08497FB19543E379360A04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D501EEDF6B456CA97ABAD18691F61C">
    <w:name w:val="34D501EEDF6B456CA97ABAD18691F61C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D54E8C9F3A42AAAF08DC6BC8E44841">
    <w:name w:val="01D54E8C9F3A42AAAF08DC6BC8E4484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2CAA50ED34493F919C79346DEFE622">
    <w:name w:val="8E2CAA50ED34493F919C79346DEFE622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5812F4ADC9455D8DCA4F75FDD50358">
    <w:name w:val="C85812F4ADC9455D8DCA4F75FDD50358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E6E0E10E74E378B749FF960B57DB4">
    <w:name w:val="D4BE6E0E10E74E378B749FF960B57DB4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F85858BF33460D871073EB270B7BA1">
    <w:name w:val="D1F85858BF33460D871073EB270B7BA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0A127045CA49EEA6CA2BFA86B4CCCC">
    <w:name w:val="E10A127045CA49EEA6CA2BFA86B4CCCC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2F5A62678449359E7863615A407505">
    <w:name w:val="ED2F5A62678449359E7863615A407505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157C3B135743FFBFDC0DD69D207E57">
    <w:name w:val="29157C3B135743FFBFDC0DD69D207E57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D15DE7B0D492B833A450AE080B20F">
    <w:name w:val="BB9D15DE7B0D492B833A450AE080B20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4B2E1E092840E695266E6865656600">
    <w:name w:val="224B2E1E092840E695266E6865656600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8E8813E9FA460FBCBBE90F9A72ACBF">
    <w:name w:val="568E8813E9FA460FBCBBE90F9A72ACB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DF700109384A1D9A340A1A2B5F0BC1">
    <w:name w:val="49DF700109384A1D9A340A1A2B5F0BC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0AA5C8F4FE4857B867FF77B0295A59">
    <w:name w:val="BD0AA5C8F4FE4857B867FF77B0295A59"/>
    <w:rsid w:val="007F50A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78</TotalTime>
  <Pages>3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29</cp:revision>
  <cp:lastPrinted>2019-12-09T09:19:00Z</cp:lastPrinted>
  <dcterms:created xsi:type="dcterms:W3CDTF">2024-08-25T10:26:00Z</dcterms:created>
  <dcterms:modified xsi:type="dcterms:W3CDTF">2025-06-24T10:08:00Z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