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70457F62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494E93" w:rsidRPr="00C16997">
        <w:rPr>
          <w:caps/>
          <w:sz w:val="40"/>
        </w:rPr>
        <w:t>3</w:t>
      </w:r>
      <w:r w:rsidR="006A11E9">
        <w:rPr>
          <w:caps/>
          <w:sz w:val="40"/>
        </w:rPr>
        <w:t>.15</w:t>
      </w:r>
      <w:r w:rsidRPr="00C16997">
        <w:rPr>
          <w:caps/>
          <w:sz w:val="40"/>
        </w:rPr>
        <w:t xml:space="preserve"> zadávací dokumentace</w:t>
      </w:r>
    </w:p>
    <w:p w14:paraId="2A6C22EB" w14:textId="17940EB5" w:rsidR="00393720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65EBE64B" w14:textId="54C776CD" w:rsidR="00AE6152" w:rsidRP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A9588E">
        <w:rPr>
          <w:caps/>
          <w:sz w:val="40"/>
        </w:rPr>
        <w:t>1</w:t>
      </w:r>
      <w:r w:rsidR="007A7FCC">
        <w:rPr>
          <w:caps/>
          <w:sz w:val="40"/>
        </w:rPr>
        <w:t>5</w:t>
      </w:r>
      <w:r w:rsidR="001950E8">
        <w:rPr>
          <w:caps/>
          <w:sz w:val="40"/>
        </w:rPr>
        <w:t xml:space="preserve"> </w:t>
      </w:r>
      <w:r w:rsidR="00BC1BE2">
        <w:rPr>
          <w:caps/>
          <w:sz w:val="40"/>
        </w:rPr>
        <w:t xml:space="preserve"> - </w:t>
      </w:r>
      <w:r w:rsidR="007A7FCC">
        <w:rPr>
          <w:caps/>
          <w:sz w:val="40"/>
        </w:rPr>
        <w:t>chladicí kontejner</w:t>
      </w:r>
      <w:r w:rsidR="008D435A">
        <w:rPr>
          <w:caps/>
          <w:sz w:val="40"/>
        </w:rPr>
        <w:t xml:space="preserve"> 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D388A" w:rsidRPr="00C16997" w14:paraId="23DBF8BC" w14:textId="77777777" w:rsidTr="54A9FA29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7142F7A4" w:rsidR="000D388A" w:rsidRPr="00C16997" w:rsidRDefault="00016769" w:rsidP="008309D1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proofErr w:type="spellStart"/>
            <w:r w:rsidRPr="00AE6152">
              <w:rPr>
                <w:rFonts w:asciiTheme="majorHAnsi" w:hAnsiTheme="majorHAnsi" w:cstheme="majorHAnsi"/>
                <w:b/>
              </w:rPr>
              <w:t>K</w:t>
            </w:r>
            <w:r w:rsidR="00AE6152" w:rsidRPr="00AE6152">
              <w:rPr>
                <w:rFonts w:asciiTheme="majorHAnsi" w:hAnsiTheme="majorHAnsi" w:cstheme="majorHAnsi"/>
                <w:b/>
              </w:rPr>
              <w:t>ű</w:t>
            </w:r>
            <w:r w:rsidRPr="00AE6152">
              <w:rPr>
                <w:rFonts w:asciiTheme="majorHAnsi" w:hAnsiTheme="majorHAnsi" w:cstheme="majorHAnsi"/>
                <w:b/>
              </w:rPr>
              <w:t>mpers</w:t>
            </w:r>
            <w:proofErr w:type="spellEnd"/>
            <w:r w:rsidRPr="00AE6152">
              <w:rPr>
                <w:rFonts w:asciiTheme="majorHAnsi" w:hAnsiTheme="majorHAnsi" w:cstheme="majorHAnsi"/>
                <w:b/>
              </w:rPr>
              <w:t xml:space="preserve"> Textil s.r.o. – pořízení strojní</w:t>
            </w:r>
            <w:r w:rsidR="00AE6152" w:rsidRPr="00AE6152">
              <w:rPr>
                <w:rFonts w:asciiTheme="majorHAnsi" w:hAnsiTheme="majorHAnsi" w:cstheme="majorHAnsi"/>
                <w:b/>
              </w:rPr>
              <w:t xml:space="preserve">ho vybavení </w:t>
            </w:r>
          </w:p>
        </w:tc>
      </w:tr>
      <w:tr w:rsidR="000D388A" w:rsidRPr="00C16997" w14:paraId="6BECB999" w14:textId="77777777" w:rsidTr="54A9FA29">
        <w:tc>
          <w:tcPr>
            <w:tcW w:w="3114" w:type="dxa"/>
          </w:tcPr>
          <w:p w14:paraId="48E215BE" w14:textId="1F41A144" w:rsidR="000D388A" w:rsidRPr="00C16997" w:rsidRDefault="000D388A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Druh </w:t>
            </w:r>
            <w:r w:rsidR="008C70A2">
              <w:rPr>
                <w:rFonts w:asciiTheme="majorHAnsi" w:hAnsiTheme="majorHAnsi" w:cstheme="majorHAnsi"/>
                <w:b/>
              </w:rPr>
              <w:t>výběrového</w:t>
            </w:r>
            <w:r w:rsidRPr="00C16997">
              <w:rPr>
                <w:rFonts w:asciiTheme="majorHAnsi" w:hAnsiTheme="majorHAnsi" w:cstheme="majorHAnsi"/>
                <w:b/>
              </w:rPr>
              <w:t xml:space="preserve"> řízení:</w:t>
            </w:r>
          </w:p>
        </w:tc>
        <w:tc>
          <w:tcPr>
            <w:tcW w:w="5948" w:type="dxa"/>
          </w:tcPr>
          <w:p w14:paraId="1866BB2C" w14:textId="5EB15FBF" w:rsidR="000D388A" w:rsidRPr="009E7E68" w:rsidRDefault="000D388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 xml:space="preserve">veřejná zakázka mimo režim </w:t>
            </w:r>
            <w:r w:rsidR="009E7E68" w:rsidRPr="009E7E68">
              <w:rPr>
                <w:rFonts w:asciiTheme="majorHAnsi" w:hAnsiTheme="majorHAnsi" w:cstheme="majorHAnsi"/>
              </w:rPr>
              <w:t>zákona č. 134/2016 Sb., o zadávání veřejných zakázek (dále jen „</w:t>
            </w:r>
            <w:r w:rsidR="009E7E68" w:rsidRPr="009E7E68">
              <w:rPr>
                <w:rFonts w:asciiTheme="majorHAnsi" w:hAnsiTheme="majorHAnsi" w:cstheme="majorHAnsi"/>
                <w:b/>
                <w:bCs/>
              </w:rPr>
              <w:t>ZZVZ</w:t>
            </w:r>
            <w:r w:rsidR="009E7E68" w:rsidRPr="009E7E68">
              <w:rPr>
                <w:rFonts w:asciiTheme="majorHAnsi" w:hAnsiTheme="majorHAnsi" w:cstheme="majorHAnsi"/>
              </w:rPr>
              <w:t>“)</w:t>
            </w:r>
          </w:p>
        </w:tc>
      </w:tr>
      <w:tr w:rsidR="000D388A" w:rsidRPr="00C16997" w14:paraId="16E049F7" w14:textId="77777777" w:rsidTr="54A9FA29">
        <w:tc>
          <w:tcPr>
            <w:tcW w:w="3114" w:type="dxa"/>
          </w:tcPr>
          <w:p w14:paraId="73991392" w14:textId="093DACF0" w:rsidR="000D388A" w:rsidRPr="00C16997" w:rsidRDefault="006432B7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</w:t>
            </w:r>
            <w:r w:rsidR="000D388A" w:rsidRPr="00C16997">
              <w:rPr>
                <w:rFonts w:asciiTheme="majorHAnsi" w:hAnsiTheme="majorHAnsi" w:cstheme="majorHAnsi"/>
                <w:b/>
              </w:rPr>
              <w:t xml:space="preserve"> veřejné zakázky:</w:t>
            </w:r>
          </w:p>
        </w:tc>
        <w:tc>
          <w:tcPr>
            <w:tcW w:w="5948" w:type="dxa"/>
          </w:tcPr>
          <w:p w14:paraId="558A2090" w14:textId="653C81F6" w:rsidR="000D388A" w:rsidRPr="009E7E68" w:rsidRDefault="003A5DB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E7E68">
              <w:rPr>
                <w:rFonts w:asciiTheme="majorHAnsi" w:hAnsiTheme="majorHAnsi" w:cstheme="majorHAnsi"/>
              </w:rPr>
              <w:t>D</w:t>
            </w:r>
            <w:r w:rsidR="000D388A" w:rsidRPr="009E7E68">
              <w:rPr>
                <w:rFonts w:asciiTheme="majorHAnsi" w:hAnsiTheme="majorHAnsi" w:cstheme="majorHAnsi"/>
              </w:rPr>
              <w:t>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56DB44A2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>Tento dokument podepisuje výhradně osoba oprávněná zastupovat účastníka v</w:t>
      </w:r>
      <w:r w:rsidR="00FD4308">
        <w:rPr>
          <w:rFonts w:asciiTheme="majorHAnsi" w:hAnsiTheme="majorHAnsi" w:cstheme="majorHAnsi"/>
          <w:b/>
        </w:rPr>
        <w:t>e</w:t>
      </w:r>
      <w:r w:rsidRPr="00C16997">
        <w:rPr>
          <w:rFonts w:asciiTheme="majorHAnsi" w:hAnsiTheme="majorHAnsi" w:cstheme="majorHAnsi"/>
          <w:b/>
        </w:rPr>
        <w:t> </w:t>
      </w:r>
      <w:r w:rsidR="00FD4308">
        <w:rPr>
          <w:rFonts w:asciiTheme="majorHAnsi" w:hAnsiTheme="majorHAnsi" w:cstheme="majorHAnsi"/>
          <w:b/>
        </w:rPr>
        <w:t>výběrovém</w:t>
      </w:r>
      <w:r w:rsidRPr="00C16997">
        <w:rPr>
          <w:rFonts w:asciiTheme="majorHAnsi" w:hAnsiTheme="majorHAnsi" w:cstheme="majorHAnsi"/>
          <w:b/>
        </w:rPr>
        <w:t xml:space="preserve">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7E0C5655" w14:textId="28762F69" w:rsidR="008F4095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="00F15DD5" w:rsidRPr="00F15DD5">
        <w:rPr>
          <w:rFonts w:asciiTheme="majorHAnsi" w:hAnsiTheme="majorHAnsi" w:cstheme="majorBidi"/>
          <w:b/>
          <w:bCs/>
        </w:rPr>
        <w:t xml:space="preserve">Část </w:t>
      </w:r>
      <w:r w:rsidR="00A9588E">
        <w:rPr>
          <w:rFonts w:asciiTheme="majorHAnsi" w:hAnsiTheme="majorHAnsi" w:cstheme="majorBidi"/>
          <w:b/>
          <w:bCs/>
        </w:rPr>
        <w:t>1</w:t>
      </w:r>
      <w:r w:rsidR="007A7FCC">
        <w:rPr>
          <w:rFonts w:asciiTheme="majorHAnsi" w:hAnsiTheme="majorHAnsi" w:cstheme="majorBidi"/>
          <w:b/>
          <w:bCs/>
        </w:rPr>
        <w:t>5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B46FBE">
        <w:rPr>
          <w:rFonts w:asciiTheme="majorHAnsi" w:hAnsiTheme="majorHAnsi" w:cstheme="majorBidi"/>
          <w:b/>
          <w:bCs/>
        </w:rPr>
        <w:t>–</w:t>
      </w:r>
      <w:r w:rsidR="00F15DD5" w:rsidRPr="00F15DD5">
        <w:rPr>
          <w:rFonts w:asciiTheme="majorHAnsi" w:hAnsiTheme="majorHAnsi" w:cstheme="majorBidi"/>
          <w:b/>
          <w:bCs/>
        </w:rPr>
        <w:t xml:space="preserve"> </w:t>
      </w:r>
      <w:r w:rsidR="006A11E9">
        <w:rPr>
          <w:rFonts w:asciiTheme="majorHAnsi" w:hAnsiTheme="majorHAnsi" w:cstheme="majorBidi"/>
          <w:b/>
          <w:bCs/>
        </w:rPr>
        <w:t>C</w:t>
      </w:r>
      <w:r w:rsidR="007A7FCC">
        <w:rPr>
          <w:rFonts w:asciiTheme="majorHAnsi" w:hAnsiTheme="majorHAnsi" w:cstheme="majorBidi"/>
          <w:b/>
          <w:bCs/>
        </w:rPr>
        <w:t>hladicí kontejner</w:t>
      </w:r>
      <w:r w:rsidR="0068246C">
        <w:rPr>
          <w:rFonts w:asciiTheme="majorHAnsi" w:hAnsiTheme="majorHAnsi" w:cstheme="majorBidi"/>
          <w:b/>
          <w:bCs/>
        </w:rPr>
        <w:t xml:space="preserve"> – 2 ks</w:t>
      </w:r>
      <w:r w:rsidRPr="4D7A93C3">
        <w:rPr>
          <w:rFonts w:asciiTheme="majorHAnsi" w:hAnsiTheme="majorHAnsi" w:cstheme="majorBidi"/>
        </w:rPr>
        <w:t xml:space="preserve"> 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</w:p>
    <w:p w14:paraId="68AA4DC6" w14:textId="06261550" w:rsidR="00494E93" w:rsidRPr="00C16997" w:rsidRDefault="4DB67052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008F4095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(datasheets) nebo vzorků či modelů zařízení.</w:t>
      </w:r>
    </w:p>
    <w:p w14:paraId="1EC82020" w14:textId="56E450EF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C16997" w:rsidRDefault="00494E93" w:rsidP="00494E93">
      <w:pPr>
        <w:pStyle w:val="Nadpis1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Účastníkem nabízené zařízení</w:t>
      </w:r>
    </w:p>
    <w:p w14:paraId="683411E8" w14:textId="77777777" w:rsidR="008F4095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  <w:b/>
        </w:rPr>
        <w:t xml:space="preserve">Účastník u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uvedené položky (řádku) tabulky </w:t>
      </w:r>
      <w:r w:rsidRPr="00C1699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C1699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C16997">
        <w:rPr>
          <w:rFonts w:asciiTheme="majorHAnsi" w:hAnsiTheme="majorHAnsi" w:cstheme="majorHAnsi"/>
        </w:rPr>
        <w:t xml:space="preserve">, tzn., zda zařízení splňuje nebo nesplňuje tento požadavek. </w:t>
      </w:r>
    </w:p>
    <w:p w14:paraId="15E71D76" w14:textId="32603B98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Dále účastník uvede</w:t>
      </w:r>
      <w:r w:rsidRPr="00C1699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C16997">
        <w:rPr>
          <w:rFonts w:asciiTheme="majorHAnsi" w:hAnsiTheme="majorHAnsi" w:cstheme="majorHAnsi"/>
        </w:rPr>
        <w:t xml:space="preserve"> a </w:t>
      </w:r>
      <w:r w:rsidRPr="00C64317">
        <w:rPr>
          <w:rFonts w:asciiTheme="majorHAnsi" w:hAnsiTheme="majorHAnsi" w:cstheme="majorHAnsi"/>
          <w:b/>
        </w:rPr>
        <w:t xml:space="preserve">cenovou </w:t>
      </w:r>
      <w:r w:rsidR="00C64317">
        <w:rPr>
          <w:rFonts w:asciiTheme="majorHAnsi" w:hAnsiTheme="majorHAnsi" w:cstheme="majorHAnsi"/>
          <w:b/>
        </w:rPr>
        <w:t xml:space="preserve">kalkulaci </w:t>
      </w:r>
      <w:r w:rsidRPr="00C64317">
        <w:rPr>
          <w:rFonts w:asciiTheme="majorHAnsi" w:hAnsiTheme="majorHAnsi" w:cstheme="majorHAnsi"/>
        </w:rPr>
        <w:t>nabídk</w:t>
      </w:r>
      <w:r w:rsidR="00C64317">
        <w:rPr>
          <w:rFonts w:asciiTheme="majorHAnsi" w:hAnsiTheme="majorHAnsi" w:cstheme="majorHAnsi"/>
        </w:rPr>
        <w:t>y</w:t>
      </w:r>
      <w:r w:rsidRPr="00C64317">
        <w:rPr>
          <w:rFonts w:asciiTheme="majorHAnsi" w:hAnsiTheme="majorHAnsi" w:cstheme="majorHAnsi"/>
        </w:rPr>
        <w:t xml:space="preserve"> účastníka</w:t>
      </w:r>
      <w:r w:rsidRPr="00C64317">
        <w:rPr>
          <w:rFonts w:asciiTheme="majorHAnsi" w:hAnsiTheme="majorHAnsi" w:cstheme="majorHAnsi"/>
          <w:b/>
        </w:rPr>
        <w:t>.</w:t>
      </w:r>
      <w:r w:rsidRPr="00C16997">
        <w:rPr>
          <w:rFonts w:asciiTheme="majorHAnsi" w:hAnsiTheme="majorHAnsi" w:cstheme="majorHAnsi"/>
        </w:rPr>
        <w:t xml:space="preserve"> </w:t>
      </w:r>
    </w:p>
    <w:p w14:paraId="55838ECC" w14:textId="6BC3068C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C16997">
        <w:rPr>
          <w:rFonts w:asciiTheme="majorHAnsi" w:hAnsiTheme="majorHAnsi" w:cstheme="majorHAnsi"/>
          <w:b/>
          <w:u w:val="single"/>
        </w:rPr>
        <w:t>všechny</w:t>
      </w:r>
      <w:r w:rsidRPr="00C16997">
        <w:rPr>
          <w:rFonts w:asciiTheme="majorHAnsi" w:hAnsiTheme="majorHAnsi" w:cstheme="majorHAnsi"/>
        </w:rPr>
        <w:t xml:space="preserve"> zadavatelem požadované technické parametry zařízení.</w:t>
      </w:r>
    </w:p>
    <w:p w14:paraId="007978AB" w14:textId="7AFA2DEB" w:rsidR="00494E93" w:rsidRPr="00F15DD5" w:rsidRDefault="007A7FCC" w:rsidP="00494E93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u w:val="single"/>
        </w:rPr>
        <w:t>Chladicí kontejner</w:t>
      </w:r>
      <w:r w:rsidR="0068246C">
        <w:rPr>
          <w:rFonts w:asciiTheme="majorHAnsi" w:hAnsiTheme="majorHAnsi" w:cstheme="majorHAnsi"/>
          <w:b/>
          <w:u w:val="single"/>
        </w:rPr>
        <w:t xml:space="preserve"> – 2 ks</w:t>
      </w:r>
      <w:r w:rsidR="006A11E9">
        <w:rPr>
          <w:rFonts w:asciiTheme="majorHAnsi" w:hAnsiTheme="majorHAnsi" w:cstheme="majorHAnsi"/>
          <w:b/>
          <w:u w:val="single"/>
        </w:rPr>
        <w:t>: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596"/>
        <w:gridCol w:w="2551"/>
        <w:gridCol w:w="4082"/>
      </w:tblGrid>
      <w:tr w:rsidR="00494E93" w:rsidRPr="00C16997" w14:paraId="65EFFE02" w14:textId="77777777" w:rsidTr="001B7CEE">
        <w:trPr>
          <w:tblHeader/>
        </w:trPr>
        <w:tc>
          <w:tcPr>
            <w:tcW w:w="51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494E93" w:rsidRPr="00C16997" w:rsidRDefault="00CD1ADC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Účastníkem nabídnuté technické parametry nebo ANO/NE</w:t>
            </w:r>
            <w:r>
              <w:rPr>
                <w:rFonts w:asciiTheme="majorHAnsi" w:hAnsiTheme="majorHAnsi" w:cstheme="majorHAnsi"/>
                <w:b/>
              </w:rPr>
              <w:t xml:space="preserve"> – dle níže uvedeného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</w:tr>
      <w:tr w:rsidR="00494E93" w:rsidRPr="00C16997" w14:paraId="208246FD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08BD0" w14:textId="566AC26F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Velikost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30726C" w14:textId="0C2C71A7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40‘ HC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912617271"/>
              <w:placeholder>
                <w:docPart w:val="DBD6F97DC4474272A91322B84DDA6285"/>
              </w:placeholder>
            </w:sdtPr>
            <w:sdtEndPr/>
            <w:sdtContent>
              <w:p w14:paraId="5AA25420" w14:textId="36C9E0C4" w:rsidR="00494E93" w:rsidRPr="00C16997" w:rsidRDefault="00106B1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C57F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C57F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494E93" w:rsidRPr="00C16997" w14:paraId="4F328162" w14:textId="77777777" w:rsidTr="001B7CEE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EA18F3" w14:textId="3633104A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 w:rsidRPr="006A11E9">
              <w:rPr>
                <w:rFonts w:asciiTheme="majorHAnsi" w:hAnsiTheme="majorHAnsi" w:cstheme="majorHAnsi"/>
                <w:b/>
                <w:bCs/>
              </w:rPr>
              <w:t>Minimální</w:t>
            </w:r>
            <w:r>
              <w:rPr>
                <w:rFonts w:asciiTheme="majorHAnsi" w:hAnsiTheme="majorHAnsi" w:cstheme="majorHAnsi"/>
              </w:rPr>
              <w:t xml:space="preserve"> dosažitelná teplota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BEF3A" w14:textId="6AC07958" w:rsidR="00494E93" w:rsidRPr="00C16997" w:rsidRDefault="007A7FCC" w:rsidP="001B7CEE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</w:t>
            </w:r>
            <w:r w:rsidR="0068246C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-20°C</w:t>
            </w:r>
          </w:p>
        </w:tc>
        <w:sdt>
          <w:sdtPr>
            <w:rPr>
              <w:rFonts w:asciiTheme="majorHAnsi" w:hAnsiTheme="majorHAnsi" w:cstheme="majorHAnsi"/>
            </w:rPr>
            <w:id w:val="1448273472"/>
            <w:placeholder>
              <w:docPart w:val="35EF65D34CA34F4D8B04E96A41C4BF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DA572D0" w14:textId="4228D314" w:rsidR="00F15DD5" w:rsidRPr="00C16997" w:rsidRDefault="00106B15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Fonts w:asciiTheme="majorHAnsi" w:hAnsiTheme="majorHAnsi" w:cstheme="majorHAnsi"/>
                    <w:highlight w:val="yellow"/>
                  </w:rPr>
                  <w:t xml:space="preserve">Klikněte a uveďte </w:t>
                </w:r>
                <w:r>
                  <w:rPr>
                    <w:rFonts w:asciiTheme="majorHAnsi" w:hAnsiTheme="majorHAnsi" w:cstheme="majorHAnsi"/>
                    <w:highlight w:val="yellow"/>
                  </w:rPr>
                  <w:t>h</w:t>
                </w:r>
                <w:r w:rsidRPr="00C16997">
                  <w:rPr>
                    <w:rFonts w:asciiTheme="majorHAnsi" w:hAnsiTheme="majorHAnsi" w:cstheme="majorHAnsi"/>
                    <w:highlight w:val="yellow"/>
                  </w:rPr>
                  <w:t>odnotu parametru</w:t>
                </w:r>
              </w:p>
            </w:tc>
          </w:sdtContent>
        </w:sdt>
      </w:tr>
      <w:tr w:rsidR="00F0210B" w:rsidRPr="00C16997" w14:paraId="09951473" w14:textId="77777777" w:rsidTr="00927E4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23532" w14:textId="57F7C337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Automatické odmrazování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F86A5" w14:textId="3B7D3DD5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212338840"/>
              <w:placeholder>
                <w:docPart w:val="301D0AE015FB4033B3C640735BFCEB23"/>
              </w:placeholder>
            </w:sdtPr>
            <w:sdtEndPr/>
            <w:sdtContent>
              <w:p w14:paraId="0C9D4CB9" w14:textId="6153D103" w:rsidR="00F0210B" w:rsidRDefault="00F0210B" w:rsidP="00F0210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C57F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C57F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0210B" w:rsidRPr="00C16997" w14:paraId="76DA7805" w14:textId="77777777" w:rsidTr="00927E4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18E1C1" w14:textId="504D8098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Bezpečnostní otevírání dveří zevnitř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9758A" w14:textId="68ADE005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611354054"/>
              <w:placeholder>
                <w:docPart w:val="E174D0FFBECF40B2A7D73B5438C86AD1"/>
              </w:placeholder>
            </w:sdtPr>
            <w:sdtEndPr/>
            <w:sdtContent>
              <w:p w14:paraId="083F1377" w14:textId="7977DC43" w:rsidR="00F0210B" w:rsidRDefault="00F0210B" w:rsidP="00F0210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C57F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C57F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0210B" w:rsidRPr="00C16997" w14:paraId="57A4A523" w14:textId="77777777" w:rsidTr="00927E4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6246F" w14:textId="276133CD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Vnitřní osvětlení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08035" w14:textId="5C81859D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822411341"/>
              <w:placeholder>
                <w:docPart w:val="63AEFB6D24AC4B4DBE359BBD25524B5E"/>
              </w:placeholder>
            </w:sdtPr>
            <w:sdtEndPr/>
            <w:sdtContent>
              <w:p w14:paraId="3A33287A" w14:textId="34345FFD" w:rsidR="00F0210B" w:rsidRDefault="00F0210B" w:rsidP="00F0210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C57F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C57F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F0210B" w:rsidRPr="00C16997" w14:paraId="7B447642" w14:textId="77777777" w:rsidTr="00927E48"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9104E" w14:textId="3DAE13DB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Vstupní rampa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32D98" w14:textId="6070BC94" w:rsidR="00F0210B" w:rsidRDefault="00F0210B" w:rsidP="00F0210B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rFonts w:asciiTheme="majorHAnsi" w:hAnsiTheme="majorHAnsi" w:cstheme="majorHAnsi"/>
              </w:rPr>
              <w:id w:val="-1068263152"/>
              <w:placeholder>
                <w:docPart w:val="178C5A1092F1419EA702FECFE9F677D0"/>
              </w:placeholder>
            </w:sdtPr>
            <w:sdtEndPr/>
            <w:sdtContent>
              <w:p w14:paraId="1788EEF9" w14:textId="3196F8BD" w:rsidR="00F0210B" w:rsidRDefault="00F0210B" w:rsidP="00F0210B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0C57FF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0C57FF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7777777" w:rsidR="00494E93" w:rsidRPr="00C1699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494E93" w:rsidRPr="00C16997" w14:paraId="5D03C2CE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F1D3D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-1929262243"/>
            <w:placeholder>
              <w:docPart w:val="4FD603A4AA894D4C9CBDACA2DBE66646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7A195FD" w14:textId="021264A2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494E93" w:rsidRPr="00C16997" w14:paraId="662CC77F" w14:textId="77777777" w:rsidTr="001B7CEE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54601" w14:textId="77777777" w:rsidR="00494E93" w:rsidRPr="00C16997" w:rsidRDefault="00494E93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C1699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1116492364"/>
            <w:placeholder>
              <w:docPart w:val="34DC79E45B3A4DBAAEFF4D68947FDAC1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6B8728" w14:textId="43D1EB13" w:rsidR="00494E93" w:rsidRPr="00C16997" w:rsidRDefault="001B7CEE" w:rsidP="00494E93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48891E7A" w14:textId="77777777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58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2410"/>
        <w:gridCol w:w="611"/>
        <w:gridCol w:w="1418"/>
        <w:gridCol w:w="2268"/>
        <w:gridCol w:w="2551"/>
      </w:tblGrid>
      <w:tr w:rsidR="005E7CEE" w:rsidRPr="00C16997" w14:paraId="201A4BFB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A001C2B" w14:textId="77777777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8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6729CF3C" w:rsidR="005E7CEE" w:rsidRPr="00C16997" w:rsidRDefault="005E7CEE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5E7CEE" w:rsidRPr="00C16997" w14:paraId="4074A21D" w14:textId="77777777" w:rsidTr="00FD6AA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621CFF86" w:rsidR="005E7CEE" w:rsidRPr="00C16997" w:rsidRDefault="005E7CEE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Položka s</w:t>
            </w:r>
            <w:r w:rsidR="0068246C">
              <w:rPr>
                <w:rFonts w:asciiTheme="majorHAnsi" w:hAnsiTheme="majorHAnsi" w:cstheme="majorHAnsi"/>
                <w:b/>
              </w:rPr>
              <w:t> </w:t>
            </w:r>
            <w:r w:rsidRPr="00C16997">
              <w:rPr>
                <w:rFonts w:asciiTheme="majorHAnsi" w:hAnsiTheme="majorHAnsi" w:cstheme="majorHAnsi"/>
                <w:b/>
              </w:rPr>
              <w:t>názvem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019167" w14:textId="64BAE913" w:rsidR="005E7CEE" w:rsidRPr="00C16997" w:rsidRDefault="0018100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měna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48164B6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za MJ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0F9E0B5D" w:rsidR="005E7CEE" w:rsidRPr="00C16997" w:rsidRDefault="005E7CEE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Cena bez DPH celkem</w:t>
            </w:r>
          </w:p>
        </w:tc>
      </w:tr>
      <w:tr w:rsidR="00181002" w:rsidRPr="00C16997" w14:paraId="7FD8B20B" w14:textId="77777777" w:rsidTr="00FD6AA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DAAB1" w14:textId="15D9900B" w:rsidR="00181002" w:rsidRPr="0068246C" w:rsidRDefault="00151215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68246C">
              <w:rPr>
                <w:rFonts w:asciiTheme="majorHAnsi" w:hAnsiTheme="majorHAnsi" w:cstheme="majorHAnsi"/>
                <w:b/>
                <w:bCs/>
              </w:rPr>
              <w:t>Chladicí kontejner</w:t>
            </w:r>
            <w:r w:rsidR="0068246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17914">
              <w:rPr>
                <w:rFonts w:asciiTheme="majorHAnsi" w:hAnsiTheme="majorHAnsi" w:cstheme="majorHAnsi"/>
                <w:b/>
                <w:bCs/>
              </w:rPr>
              <w:t>–</w:t>
            </w:r>
            <w:r w:rsidR="0068246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D17914">
              <w:rPr>
                <w:rFonts w:asciiTheme="majorHAnsi" w:hAnsiTheme="majorHAnsi" w:cstheme="majorHAnsi"/>
                <w:b/>
                <w:bCs/>
              </w:rPr>
              <w:t>2 ks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AABF9D" w14:textId="48683039" w:rsidR="00181002" w:rsidRPr="00A67A23" w:rsidRDefault="00A67A23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BEC7A" w14:textId="5FD3BD5A" w:rsidR="00181002" w:rsidRPr="00A67A23" w:rsidRDefault="003F5399" w:rsidP="00181002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39844473"/>
                <w:placeholder>
                  <w:docPart w:val="6D5B1AA2A23D4D33B969036DB7068B15"/>
                </w:placeholder>
                <w:showingPlcHdr/>
                <w:comboBox>
                  <w:listItem w:value="Zvolte položku."/>
                  <w:listItem w:displayText="Kč bez DPH" w:value="Kč bez DPH"/>
                  <w:listItem w:displayText="EURO bez DPH" w:value="EURO bez DPH"/>
                </w:comboBox>
              </w:sdtPr>
              <w:sdtEndPr/>
              <w:sdtContent>
                <w:r w:rsidR="00FD6AA2" w:rsidRPr="006E751B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-443533064"/>
            <w:placeholder>
              <w:docPart w:val="A6178F177A72458B944D0C6AF126B117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</w:tcBorders>
                <w:vAlign w:val="center"/>
              </w:tcPr>
              <w:p w14:paraId="708AE3E1" w14:textId="36E20739" w:rsidR="00181002" w:rsidRPr="00C16997" w:rsidRDefault="00181002" w:rsidP="00181002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highlight w:val="yellow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-1595625729"/>
            <w:placeholder>
              <w:docPart w:val="8E853D1E39414F009E5B7EA0C1BC157C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1979252384"/>
                <w:placeholder>
                  <w:docPart w:val="AEE384BA9ADD497FBE294042FC448AD1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3CEA33F9" w14:textId="541C09F9" w:rsidR="00181002" w:rsidRPr="00C16997" w:rsidRDefault="00181002" w:rsidP="0018100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5E7CEE" w:rsidRPr="00C16997" w14:paraId="2D4F8E39" w14:textId="77777777" w:rsidTr="00181002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5BDC3" w14:textId="77777777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4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0244560C" w:rsidR="005E7CEE" w:rsidRPr="00C16997" w:rsidRDefault="005E7CEE" w:rsidP="005F350C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Celková nabídková cena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EE4693F58E424E69BA76C4CAE5B7382B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2509E42248984F6FA303A1470DA532EE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51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5E7CEE" w:rsidRPr="00C16997" w:rsidRDefault="005E7CEE" w:rsidP="00E00962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C1699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</w:tbl>
    <w:p w14:paraId="48B6968B" w14:textId="77777777" w:rsidR="00B067DF" w:rsidRPr="00C1699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8350A" w14:textId="77777777" w:rsidR="00445230" w:rsidRDefault="00445230" w:rsidP="002C4725">
      <w:pPr>
        <w:spacing w:after="0" w:line="240" w:lineRule="auto"/>
      </w:pPr>
      <w:r>
        <w:separator/>
      </w:r>
    </w:p>
  </w:endnote>
  <w:endnote w:type="continuationSeparator" w:id="0">
    <w:p w14:paraId="2529355A" w14:textId="77777777" w:rsidR="00445230" w:rsidRDefault="00445230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BE21" w14:textId="77777777" w:rsidR="00445230" w:rsidRDefault="00445230" w:rsidP="002C4725">
      <w:pPr>
        <w:spacing w:after="0" w:line="240" w:lineRule="auto"/>
      </w:pPr>
      <w:r>
        <w:separator/>
      </w:r>
    </w:p>
  </w:footnote>
  <w:footnote w:type="continuationSeparator" w:id="0">
    <w:p w14:paraId="76830213" w14:textId="77777777" w:rsidR="00445230" w:rsidRDefault="00445230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5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23769">
    <w:abstractNumId w:val="17"/>
  </w:num>
  <w:num w:numId="2" w16cid:durableId="1931888401">
    <w:abstractNumId w:val="6"/>
  </w:num>
  <w:num w:numId="3" w16cid:durableId="397480720">
    <w:abstractNumId w:val="0"/>
  </w:num>
  <w:num w:numId="4" w16cid:durableId="2083943012">
    <w:abstractNumId w:val="13"/>
  </w:num>
  <w:num w:numId="5" w16cid:durableId="1743874282">
    <w:abstractNumId w:val="10"/>
  </w:num>
  <w:num w:numId="6" w16cid:durableId="463499969">
    <w:abstractNumId w:val="10"/>
  </w:num>
  <w:num w:numId="7" w16cid:durableId="452752481">
    <w:abstractNumId w:val="1"/>
  </w:num>
  <w:num w:numId="8" w16cid:durableId="1073313783">
    <w:abstractNumId w:val="15"/>
  </w:num>
  <w:num w:numId="9" w16cid:durableId="1686403088">
    <w:abstractNumId w:val="5"/>
  </w:num>
  <w:num w:numId="10" w16cid:durableId="1642423989">
    <w:abstractNumId w:val="9"/>
  </w:num>
  <w:num w:numId="11" w16cid:durableId="386344179">
    <w:abstractNumId w:val="8"/>
  </w:num>
  <w:num w:numId="12" w16cid:durableId="546646826">
    <w:abstractNumId w:val="14"/>
  </w:num>
  <w:num w:numId="13" w16cid:durableId="1422070904">
    <w:abstractNumId w:val="4"/>
  </w:num>
  <w:num w:numId="14" w16cid:durableId="16541311">
    <w:abstractNumId w:val="16"/>
  </w:num>
  <w:num w:numId="15" w16cid:durableId="1515539091">
    <w:abstractNumId w:val="3"/>
  </w:num>
  <w:num w:numId="16" w16cid:durableId="699015692">
    <w:abstractNumId w:val="11"/>
  </w:num>
  <w:num w:numId="17" w16cid:durableId="1769882824">
    <w:abstractNumId w:val="12"/>
  </w:num>
  <w:num w:numId="18" w16cid:durableId="1206799116">
    <w:abstractNumId w:val="6"/>
  </w:num>
  <w:num w:numId="19" w16cid:durableId="45836563">
    <w:abstractNumId w:val="17"/>
  </w:num>
  <w:num w:numId="20" w16cid:durableId="742991566">
    <w:abstractNumId w:val="7"/>
  </w:num>
  <w:num w:numId="21" w16cid:durableId="1482959730">
    <w:abstractNumId w:val="2"/>
  </w:num>
  <w:num w:numId="22" w16cid:durableId="157889668">
    <w:abstractNumId w:val="17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d2zXYNWqAwIW7pGkzrX8pXF50itJTuAUCddwuaRnziUlB5pVV4pfylTEFI1J7O2JfAydADQ0d4+2wTjbjcB7WQ==" w:salt="kZrUV19vG2+KlB0Wc4Wx7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6769"/>
    <w:rsid w:val="00037BE2"/>
    <w:rsid w:val="000502B4"/>
    <w:rsid w:val="00072135"/>
    <w:rsid w:val="00076556"/>
    <w:rsid w:val="00082C5A"/>
    <w:rsid w:val="000A3A57"/>
    <w:rsid w:val="000B4246"/>
    <w:rsid w:val="000B42C0"/>
    <w:rsid w:val="000D388A"/>
    <w:rsid w:val="000D3E20"/>
    <w:rsid w:val="00106B15"/>
    <w:rsid w:val="00130557"/>
    <w:rsid w:val="00130843"/>
    <w:rsid w:val="00151215"/>
    <w:rsid w:val="00181002"/>
    <w:rsid w:val="0018712C"/>
    <w:rsid w:val="001950E8"/>
    <w:rsid w:val="00195D10"/>
    <w:rsid w:val="001A3941"/>
    <w:rsid w:val="001B7CEE"/>
    <w:rsid w:val="001D4142"/>
    <w:rsid w:val="00216252"/>
    <w:rsid w:val="0022176A"/>
    <w:rsid w:val="00222E47"/>
    <w:rsid w:val="002264EC"/>
    <w:rsid w:val="00253F47"/>
    <w:rsid w:val="00267824"/>
    <w:rsid w:val="00273B04"/>
    <w:rsid w:val="002846DA"/>
    <w:rsid w:val="002C4725"/>
    <w:rsid w:val="002D727F"/>
    <w:rsid w:val="002F1AF3"/>
    <w:rsid w:val="002F311B"/>
    <w:rsid w:val="002F739C"/>
    <w:rsid w:val="003006F3"/>
    <w:rsid w:val="0030791E"/>
    <w:rsid w:val="003145E3"/>
    <w:rsid w:val="00316023"/>
    <w:rsid w:val="00341704"/>
    <w:rsid w:val="00351A75"/>
    <w:rsid w:val="003554A3"/>
    <w:rsid w:val="00360120"/>
    <w:rsid w:val="003823F4"/>
    <w:rsid w:val="00393720"/>
    <w:rsid w:val="003A5DBA"/>
    <w:rsid w:val="003B4F12"/>
    <w:rsid w:val="003D2088"/>
    <w:rsid w:val="003D2273"/>
    <w:rsid w:val="003D6DD0"/>
    <w:rsid w:val="003D7EE6"/>
    <w:rsid w:val="003E1A68"/>
    <w:rsid w:val="003F0F2F"/>
    <w:rsid w:val="003F121F"/>
    <w:rsid w:val="003F1F3E"/>
    <w:rsid w:val="003F5399"/>
    <w:rsid w:val="003F660A"/>
    <w:rsid w:val="00402441"/>
    <w:rsid w:val="00427539"/>
    <w:rsid w:val="00445230"/>
    <w:rsid w:val="004524C6"/>
    <w:rsid w:val="00474F9E"/>
    <w:rsid w:val="00476C99"/>
    <w:rsid w:val="00484AD4"/>
    <w:rsid w:val="00485290"/>
    <w:rsid w:val="00494E93"/>
    <w:rsid w:val="004B0B9F"/>
    <w:rsid w:val="004B3047"/>
    <w:rsid w:val="004B6AE8"/>
    <w:rsid w:val="004C07D9"/>
    <w:rsid w:val="004C31AA"/>
    <w:rsid w:val="004D0ED2"/>
    <w:rsid w:val="004E76E6"/>
    <w:rsid w:val="00501E5F"/>
    <w:rsid w:val="00504B79"/>
    <w:rsid w:val="00537C09"/>
    <w:rsid w:val="0055358D"/>
    <w:rsid w:val="005A375F"/>
    <w:rsid w:val="005D53C2"/>
    <w:rsid w:val="005D66AA"/>
    <w:rsid w:val="005E7CEE"/>
    <w:rsid w:val="005F350C"/>
    <w:rsid w:val="005F5F8E"/>
    <w:rsid w:val="006233E8"/>
    <w:rsid w:val="0063433E"/>
    <w:rsid w:val="006365AF"/>
    <w:rsid w:val="006432B7"/>
    <w:rsid w:val="00655B3D"/>
    <w:rsid w:val="0068246C"/>
    <w:rsid w:val="00694C0A"/>
    <w:rsid w:val="006A11E9"/>
    <w:rsid w:val="006A51E9"/>
    <w:rsid w:val="006C1405"/>
    <w:rsid w:val="006C64E7"/>
    <w:rsid w:val="006C77CF"/>
    <w:rsid w:val="0071161E"/>
    <w:rsid w:val="00716AFF"/>
    <w:rsid w:val="00722CDE"/>
    <w:rsid w:val="007244DA"/>
    <w:rsid w:val="00741F8C"/>
    <w:rsid w:val="007442A1"/>
    <w:rsid w:val="00763788"/>
    <w:rsid w:val="00775992"/>
    <w:rsid w:val="00785EBF"/>
    <w:rsid w:val="007913D3"/>
    <w:rsid w:val="00794A6B"/>
    <w:rsid w:val="007A7FCC"/>
    <w:rsid w:val="007E078A"/>
    <w:rsid w:val="007E5031"/>
    <w:rsid w:val="007F73AC"/>
    <w:rsid w:val="00812B87"/>
    <w:rsid w:val="008136D5"/>
    <w:rsid w:val="008138E5"/>
    <w:rsid w:val="00827468"/>
    <w:rsid w:val="008309D1"/>
    <w:rsid w:val="0083788E"/>
    <w:rsid w:val="00861F69"/>
    <w:rsid w:val="008673D8"/>
    <w:rsid w:val="008872D2"/>
    <w:rsid w:val="00891F17"/>
    <w:rsid w:val="008C45B9"/>
    <w:rsid w:val="008C70A2"/>
    <w:rsid w:val="008D08DD"/>
    <w:rsid w:val="008D435A"/>
    <w:rsid w:val="008E6429"/>
    <w:rsid w:val="008F3E3E"/>
    <w:rsid w:val="008F4095"/>
    <w:rsid w:val="00917068"/>
    <w:rsid w:val="00921E65"/>
    <w:rsid w:val="0092395C"/>
    <w:rsid w:val="0094696A"/>
    <w:rsid w:val="0097762F"/>
    <w:rsid w:val="00993A33"/>
    <w:rsid w:val="009974C4"/>
    <w:rsid w:val="009A5C04"/>
    <w:rsid w:val="009B67B4"/>
    <w:rsid w:val="009B7883"/>
    <w:rsid w:val="009D1675"/>
    <w:rsid w:val="009E7E68"/>
    <w:rsid w:val="00A027F0"/>
    <w:rsid w:val="00A067E1"/>
    <w:rsid w:val="00A139E0"/>
    <w:rsid w:val="00A2155F"/>
    <w:rsid w:val="00A37772"/>
    <w:rsid w:val="00A67A23"/>
    <w:rsid w:val="00A9588E"/>
    <w:rsid w:val="00AA3A4F"/>
    <w:rsid w:val="00AC28B7"/>
    <w:rsid w:val="00AC3008"/>
    <w:rsid w:val="00AC4E5A"/>
    <w:rsid w:val="00AE3343"/>
    <w:rsid w:val="00AE6152"/>
    <w:rsid w:val="00AF25BE"/>
    <w:rsid w:val="00AF4030"/>
    <w:rsid w:val="00AF4FAD"/>
    <w:rsid w:val="00B01A69"/>
    <w:rsid w:val="00B067DF"/>
    <w:rsid w:val="00B11AE2"/>
    <w:rsid w:val="00B46FBE"/>
    <w:rsid w:val="00B527F4"/>
    <w:rsid w:val="00B55DCE"/>
    <w:rsid w:val="00B56A03"/>
    <w:rsid w:val="00BA141F"/>
    <w:rsid w:val="00BA2238"/>
    <w:rsid w:val="00BC005C"/>
    <w:rsid w:val="00BC1BE2"/>
    <w:rsid w:val="00BF318F"/>
    <w:rsid w:val="00BF4D9C"/>
    <w:rsid w:val="00BF71BE"/>
    <w:rsid w:val="00C01C47"/>
    <w:rsid w:val="00C11E00"/>
    <w:rsid w:val="00C16997"/>
    <w:rsid w:val="00C23834"/>
    <w:rsid w:val="00C26691"/>
    <w:rsid w:val="00C64317"/>
    <w:rsid w:val="00C70411"/>
    <w:rsid w:val="00C72A8D"/>
    <w:rsid w:val="00C76BAC"/>
    <w:rsid w:val="00CB2191"/>
    <w:rsid w:val="00CC42DF"/>
    <w:rsid w:val="00CD1ADC"/>
    <w:rsid w:val="00CD39FA"/>
    <w:rsid w:val="00CE111F"/>
    <w:rsid w:val="00CE184D"/>
    <w:rsid w:val="00CE5CDF"/>
    <w:rsid w:val="00D17914"/>
    <w:rsid w:val="00D22DCA"/>
    <w:rsid w:val="00D3716D"/>
    <w:rsid w:val="00D40675"/>
    <w:rsid w:val="00D41F6D"/>
    <w:rsid w:val="00D5314B"/>
    <w:rsid w:val="00D845DA"/>
    <w:rsid w:val="00D946F7"/>
    <w:rsid w:val="00DA2467"/>
    <w:rsid w:val="00DB4981"/>
    <w:rsid w:val="00DC753E"/>
    <w:rsid w:val="00DD01E9"/>
    <w:rsid w:val="00E00962"/>
    <w:rsid w:val="00E0304F"/>
    <w:rsid w:val="00E046B0"/>
    <w:rsid w:val="00E254C4"/>
    <w:rsid w:val="00E474FC"/>
    <w:rsid w:val="00E54BD7"/>
    <w:rsid w:val="00E65E02"/>
    <w:rsid w:val="00E9273D"/>
    <w:rsid w:val="00E94454"/>
    <w:rsid w:val="00E95E0E"/>
    <w:rsid w:val="00E97905"/>
    <w:rsid w:val="00EA06C0"/>
    <w:rsid w:val="00EA69AD"/>
    <w:rsid w:val="00EC6D81"/>
    <w:rsid w:val="00EE2E83"/>
    <w:rsid w:val="00EF2A2A"/>
    <w:rsid w:val="00F0210B"/>
    <w:rsid w:val="00F038FF"/>
    <w:rsid w:val="00F118E1"/>
    <w:rsid w:val="00F13430"/>
    <w:rsid w:val="00F158EF"/>
    <w:rsid w:val="00F15DD5"/>
    <w:rsid w:val="00F6706F"/>
    <w:rsid w:val="00F72D7A"/>
    <w:rsid w:val="00F75490"/>
    <w:rsid w:val="00F76B2F"/>
    <w:rsid w:val="00F84153"/>
    <w:rsid w:val="00FD4308"/>
    <w:rsid w:val="00FD6AA2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4FD603A4AA894D4C9CBDACA2DBE666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E1E2CA-5E55-4494-B2A9-81B2F687D409}"/>
      </w:docPartPr>
      <w:docPartBody>
        <w:p w:rsidR="000C6C17" w:rsidRDefault="003145E3" w:rsidP="003145E3">
          <w:pPr>
            <w:pStyle w:val="4FD603A4AA894D4C9CBDACA2DBE66646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34DC79E45B3A4DBAAEFF4D68947FDA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C7C80-8DAA-4998-977B-049101BB0CB8}"/>
      </w:docPartPr>
      <w:docPartBody>
        <w:p w:rsidR="000C6C17" w:rsidRDefault="003145E3" w:rsidP="003145E3">
          <w:pPr>
            <w:pStyle w:val="34DC79E45B3A4DBAAEFF4D68947FDAC1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EE4693F58E424E69BA76C4CAE5B73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76A276-8461-400D-8EB0-751D781670AF}"/>
      </w:docPartPr>
      <w:docPartBody>
        <w:p w:rsidR="00C668C4" w:rsidRDefault="00C668C4" w:rsidP="00C668C4">
          <w:pPr>
            <w:pStyle w:val="EE4693F58E424E69BA76C4CAE5B7382B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2509E42248984F6FA303A1470DA53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2E7297-B268-41E8-8FFC-242F32C1CD37}"/>
      </w:docPartPr>
      <w:docPartBody>
        <w:p w:rsidR="00C668C4" w:rsidRDefault="00C668C4" w:rsidP="00C668C4">
          <w:pPr>
            <w:pStyle w:val="2509E42248984F6FA303A1470DA532EE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6178F177A72458B944D0C6AF126B1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A0CA27-A2DE-407F-93A1-5CCB9EE51951}"/>
      </w:docPartPr>
      <w:docPartBody>
        <w:p w:rsidR="00C668C4" w:rsidRDefault="00C668C4" w:rsidP="00C668C4">
          <w:pPr>
            <w:pStyle w:val="A6178F177A72458B944D0C6AF126B117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E853D1E39414F009E5B7EA0C1BC1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DFDA9-3759-454B-9B78-31E6A25688E4}"/>
      </w:docPartPr>
      <w:docPartBody>
        <w:p w:rsidR="00C668C4" w:rsidRDefault="00C668C4" w:rsidP="00C668C4">
          <w:pPr>
            <w:pStyle w:val="8E853D1E39414F009E5B7EA0C1BC157C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AEE384BA9ADD497FBE294042FC448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4D2D0-3117-4F7C-BC37-E929120789DA}"/>
      </w:docPartPr>
      <w:docPartBody>
        <w:p w:rsidR="00C668C4" w:rsidRDefault="00C668C4" w:rsidP="00C668C4">
          <w:pPr>
            <w:pStyle w:val="AEE384BA9ADD497FBE294042FC448AD1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01D0AE015FB4033B3C640735BFCE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2B0F3-5411-444E-8E7E-F978B1BA2164}"/>
      </w:docPartPr>
      <w:docPartBody>
        <w:p w:rsidR="007646A4" w:rsidRDefault="00462C17" w:rsidP="00462C17">
          <w:pPr>
            <w:pStyle w:val="301D0AE015FB4033B3C640735BFCEB2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174D0FFBECF40B2A7D73B5438C86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2F5E6A-C34B-4894-97A4-36F8CD85E968}"/>
      </w:docPartPr>
      <w:docPartBody>
        <w:p w:rsidR="007646A4" w:rsidRDefault="00462C17" w:rsidP="00462C17">
          <w:pPr>
            <w:pStyle w:val="E174D0FFBECF40B2A7D73B5438C86AD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AEFB6D24AC4B4DBE359BBD25524B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A1EC9C-4C22-45E7-B297-5D4F8936AF0A}"/>
      </w:docPartPr>
      <w:docPartBody>
        <w:p w:rsidR="007646A4" w:rsidRDefault="00462C17" w:rsidP="00462C17">
          <w:pPr>
            <w:pStyle w:val="63AEFB6D24AC4B4DBE359BBD25524B5E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78C5A1092F1419EA702FECFE9F677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D63F66-F2A7-4F70-8E2C-712C2BE3EA1D}"/>
      </w:docPartPr>
      <w:docPartBody>
        <w:p w:rsidR="007646A4" w:rsidRDefault="00462C17" w:rsidP="00462C17">
          <w:pPr>
            <w:pStyle w:val="178C5A1092F1419EA702FECFE9F677D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EF65D34CA34F4D8B04E96A41C4BF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F04DD-879A-44AB-991B-348EFFA7BB4C}"/>
      </w:docPartPr>
      <w:docPartBody>
        <w:p w:rsidR="007646A4" w:rsidRDefault="00462C17" w:rsidP="00462C17">
          <w:pPr>
            <w:pStyle w:val="35EF65D34CA34F4D8B04E96A41C4BF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BD6F97DC4474272A91322B84DDA62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A48AC-5EC2-4F85-ACD0-8A2E5D983336}"/>
      </w:docPartPr>
      <w:docPartBody>
        <w:p w:rsidR="007646A4" w:rsidRDefault="00462C17" w:rsidP="00462C17">
          <w:pPr>
            <w:pStyle w:val="DBD6F97DC4474272A91322B84DDA628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D5B1AA2A23D4D33B969036DB7068B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5192AE-7865-4D07-8A19-E79E4D44DD88}"/>
      </w:docPartPr>
      <w:docPartBody>
        <w:p w:rsidR="00A66196" w:rsidRDefault="00A66196" w:rsidP="00A66196">
          <w:pPr>
            <w:pStyle w:val="6D5B1AA2A23D4D33B969036DB7068B15"/>
          </w:pPr>
          <w:r w:rsidRPr="008E193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B4246"/>
    <w:rsid w:val="000C6C17"/>
    <w:rsid w:val="00113F40"/>
    <w:rsid w:val="00147144"/>
    <w:rsid w:val="00216252"/>
    <w:rsid w:val="003051D9"/>
    <w:rsid w:val="003145E3"/>
    <w:rsid w:val="00344421"/>
    <w:rsid w:val="00371332"/>
    <w:rsid w:val="003B3710"/>
    <w:rsid w:val="003E1A68"/>
    <w:rsid w:val="00462C17"/>
    <w:rsid w:val="004D0ED2"/>
    <w:rsid w:val="004E00EB"/>
    <w:rsid w:val="00501E5F"/>
    <w:rsid w:val="00651A9B"/>
    <w:rsid w:val="00680B9C"/>
    <w:rsid w:val="0071161E"/>
    <w:rsid w:val="007646A4"/>
    <w:rsid w:val="00921E65"/>
    <w:rsid w:val="00936DC9"/>
    <w:rsid w:val="009A3103"/>
    <w:rsid w:val="00A10168"/>
    <w:rsid w:val="00A66196"/>
    <w:rsid w:val="00AA3A4F"/>
    <w:rsid w:val="00AC28B7"/>
    <w:rsid w:val="00B55DCE"/>
    <w:rsid w:val="00BA2238"/>
    <w:rsid w:val="00BD03C2"/>
    <w:rsid w:val="00C668C4"/>
    <w:rsid w:val="00CC2049"/>
    <w:rsid w:val="00D3434D"/>
    <w:rsid w:val="00D845DA"/>
    <w:rsid w:val="00D946F7"/>
    <w:rsid w:val="00DB4981"/>
    <w:rsid w:val="00EA69AD"/>
    <w:rsid w:val="00EE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6196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EE4693F58E424E69BA76C4CAE5B7382B">
    <w:name w:val="EE4693F58E424E69BA76C4CAE5B7382B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509E42248984F6FA303A1470DA532EE">
    <w:name w:val="2509E42248984F6FA303A1470DA532EE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178F177A72458B944D0C6AF126B117">
    <w:name w:val="A6178F177A72458B944D0C6AF126B117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53D1E39414F009E5B7EA0C1BC157C">
    <w:name w:val="8E853D1E39414F009E5B7EA0C1BC157C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E384BA9ADD497FBE294042FC448AD1">
    <w:name w:val="AEE384BA9ADD497FBE294042FC448AD1"/>
    <w:rsid w:val="00C668C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1D0AE015FB4033B3C640735BFCEB23">
    <w:name w:val="301D0AE015FB4033B3C640735BFCEB23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74D0FFBECF40B2A7D73B5438C86AD1">
    <w:name w:val="E174D0FFBECF40B2A7D73B5438C86AD1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AEFB6D24AC4B4DBE359BBD25524B5E">
    <w:name w:val="63AEFB6D24AC4B4DBE359BBD25524B5E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8C5A1092F1419EA702FECFE9F677D0">
    <w:name w:val="178C5A1092F1419EA702FECFE9F677D0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EF65D34CA34F4D8B04E96A41C4BF5A">
    <w:name w:val="35EF65D34CA34F4D8B04E96A41C4BF5A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BD6F97DC4474272A91322B84DDA6285">
    <w:name w:val="DBD6F97DC4474272A91322B84DDA6285"/>
    <w:rsid w:val="00462C1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5B1AA2A23D4D33B969036DB7068B15">
    <w:name w:val="6D5B1AA2A23D4D33B969036DB7068B15"/>
    <w:rsid w:val="00A6619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4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34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17</cp:revision>
  <cp:lastPrinted>2019-12-09T09:19:00Z</cp:lastPrinted>
  <dcterms:created xsi:type="dcterms:W3CDTF">2024-08-25T09:04:00Z</dcterms:created>
  <dcterms:modified xsi:type="dcterms:W3CDTF">2025-02-20T08:29:00Z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