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BCB72" w14:textId="77777777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 zadávací dokumentace</w:t>
      </w:r>
    </w:p>
    <w:p w14:paraId="2A6C22EB" w14:textId="16A5618C" w:rsidR="00393720" w:rsidRPr="004E48B9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</w:p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D04195" w:rsidRPr="004E48B9" w14:paraId="23DBF8BC" w14:textId="77777777" w:rsidTr="5B002B26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46F695C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bookmarkStart w:id="0" w:name="_Hlk174992296"/>
            <w:r w:rsidRPr="005F2724">
              <w:rPr>
                <w:rFonts w:asciiTheme="majorHAnsi" w:hAnsiTheme="majorHAnsi" w:cstheme="majorHAnsi"/>
                <w:b/>
              </w:rPr>
              <w:t>Obnova hřbitova v</w:t>
            </w:r>
            <w:r>
              <w:rPr>
                <w:rFonts w:asciiTheme="majorHAnsi" w:hAnsiTheme="majorHAnsi" w:cstheme="majorHAnsi"/>
                <w:b/>
              </w:rPr>
              <w:t> </w:t>
            </w:r>
            <w:r w:rsidRPr="005F2724">
              <w:rPr>
                <w:rFonts w:asciiTheme="majorHAnsi" w:hAnsiTheme="majorHAnsi" w:cstheme="majorHAnsi"/>
                <w:b/>
              </w:rPr>
              <w:t>Konici</w:t>
            </w:r>
            <w:bookmarkEnd w:id="0"/>
            <w:r>
              <w:rPr>
                <w:rFonts w:asciiTheme="majorHAnsi" w:hAnsiTheme="majorHAnsi" w:cstheme="majorHAnsi"/>
                <w:b/>
              </w:rPr>
              <w:t xml:space="preserve"> – II</w:t>
            </w:r>
          </w:p>
        </w:tc>
      </w:tr>
      <w:tr w:rsidR="00D04195" w:rsidRPr="004E48B9" w14:paraId="6BECB999" w14:textId="77777777" w:rsidTr="5B002B26">
        <w:tc>
          <w:tcPr>
            <w:tcW w:w="3114" w:type="dxa"/>
          </w:tcPr>
          <w:p w14:paraId="48E215BE" w14:textId="52F569AD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3D364A05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9588F">
              <w:rPr>
                <w:rFonts w:asciiTheme="majorHAnsi" w:hAnsiTheme="majorHAnsi" w:cstheme="majorHAnsi"/>
              </w:rPr>
              <w:t>veřejná zakázka malého rozsahu</w:t>
            </w:r>
          </w:p>
        </w:tc>
      </w:tr>
      <w:tr w:rsidR="00D04195" w:rsidRPr="004E48B9" w14:paraId="16E049F7" w14:textId="77777777" w:rsidTr="5B002B26">
        <w:tc>
          <w:tcPr>
            <w:tcW w:w="3114" w:type="dxa"/>
          </w:tcPr>
          <w:p w14:paraId="73991392" w14:textId="2B2D374D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4A968121" w:rsidR="00D04195" w:rsidRPr="004E48B9" w:rsidRDefault="00D04195" w:rsidP="00D0419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9588F">
              <w:rPr>
                <w:rFonts w:asciiTheme="majorHAnsi" w:hAnsiTheme="majorHAnsi" w:cstheme="majorHAnsi"/>
              </w:rPr>
              <w:t>služby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603FE9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603FE9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603FE9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603FE9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723B3C10" w14:textId="70CF94B5" w:rsidR="000840D8" w:rsidRPr="00781689" w:rsidRDefault="00D31E86" w:rsidP="00D31E8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D487B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>
        <w:rPr>
          <w:rFonts w:asciiTheme="majorHAnsi" w:eastAsia="Calibri" w:hAnsiTheme="majorHAnsi" w:cstheme="majorHAnsi"/>
        </w:rPr>
        <w:t>,</w:t>
      </w:r>
      <w:r w:rsidR="00F31346" w:rsidRPr="006679A7">
        <w:rPr>
          <w:rFonts w:asciiTheme="majorHAnsi" w:eastAsia="Calibri" w:hAnsiTheme="majorHAnsi" w:cstheme="majorHAnsi"/>
        </w:rPr>
        <w:t xml:space="preserve"> </w:t>
      </w:r>
      <w:r w:rsidR="00F31346">
        <w:rPr>
          <w:rFonts w:asciiTheme="majorHAnsi" w:eastAsia="Calibri" w:hAnsiTheme="majorHAnsi" w:cstheme="majorHAnsi"/>
        </w:rPr>
        <w:t xml:space="preserve">včetně dodržování zásad </w:t>
      </w:r>
      <w:r w:rsidR="00F31346" w:rsidRPr="004C26D9">
        <w:rPr>
          <w:rFonts w:asciiTheme="majorHAnsi" w:eastAsia="Calibri" w:hAnsiTheme="majorHAnsi" w:cstheme="majorHAnsi"/>
        </w:rPr>
        <w:t>„významně nepoškozovat“ životní prostředí</w:t>
      </w:r>
      <w:r w:rsidR="00F31346">
        <w:rPr>
          <w:rFonts w:asciiTheme="majorHAnsi" w:eastAsia="Calibri" w:hAnsiTheme="majorHAnsi" w:cstheme="majorHAnsi"/>
        </w:rPr>
        <w:t xml:space="preserve"> (DNSH – Do Not </w:t>
      </w:r>
      <w:proofErr w:type="spellStart"/>
      <w:r w:rsidR="00F31346">
        <w:rPr>
          <w:rFonts w:asciiTheme="majorHAnsi" w:eastAsia="Calibri" w:hAnsiTheme="majorHAnsi" w:cstheme="majorHAnsi"/>
        </w:rPr>
        <w:t>Significant</w:t>
      </w:r>
      <w:proofErr w:type="spellEnd"/>
      <w:r w:rsidR="00F31346">
        <w:rPr>
          <w:rFonts w:asciiTheme="majorHAnsi" w:eastAsia="Calibri" w:hAnsiTheme="majorHAnsi" w:cstheme="majorHAnsi"/>
        </w:rPr>
        <w:t xml:space="preserve"> </w:t>
      </w:r>
      <w:proofErr w:type="spellStart"/>
      <w:r w:rsidR="00F31346">
        <w:rPr>
          <w:rFonts w:asciiTheme="majorHAnsi" w:eastAsia="Calibri" w:hAnsiTheme="majorHAnsi" w:cstheme="majorHAnsi"/>
        </w:rPr>
        <w:t>Harm</w:t>
      </w:r>
      <w:proofErr w:type="spellEnd"/>
      <w:r w:rsidR="00F31346">
        <w:rPr>
          <w:rFonts w:asciiTheme="majorHAnsi" w:eastAsia="Calibri" w:hAnsiTheme="majorHAnsi" w:cstheme="majorHAnsi"/>
        </w:rPr>
        <w:t>)</w:t>
      </w:r>
      <w:r w:rsidRPr="001D487B">
        <w:rPr>
          <w:rFonts w:asciiTheme="majorHAnsi" w:eastAsia="Calibri" w:hAnsiTheme="majorHAnsi" w:cstheme="majorHAnsi"/>
        </w:rPr>
        <w:t xml:space="preserve"> uvedené v obchodních a jiných smluvních podmínkách; splnění uvedených požadavků zajistí účastník i u svých poddodavatelů</w:t>
      </w:r>
      <w:r w:rsidR="000840D8">
        <w:rPr>
          <w:rFonts w:asciiTheme="majorHAnsi" w:eastAsia="Calibri" w:hAnsiTheme="majorHAnsi" w:cstheme="majorHAnsi"/>
        </w:rPr>
        <w:t>,</w:t>
      </w:r>
    </w:p>
    <w:p w14:paraId="6A0A722D" w14:textId="77777777" w:rsidR="007F6AB3" w:rsidRPr="005B5A40" w:rsidRDefault="007F6AB3" w:rsidP="007F6AB3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B5A40">
        <w:rPr>
          <w:rFonts w:asciiTheme="majorHAnsi" w:eastAsia="Calibri" w:hAnsiTheme="majorHAnsi" w:cstheme="majorHAnsi"/>
        </w:rPr>
        <w:t>je srozuměn s tím, že veškeré písemnosti zasílané prostřednictvím elektronického nástroje E-ZAK se považují za řádně doručené okamžikem 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nikoli,</w:t>
      </w:r>
    </w:p>
    <w:p w14:paraId="103598E9" w14:textId="33C53C23" w:rsidR="00D31E86" w:rsidRPr="001D487B" w:rsidRDefault="000840D8" w:rsidP="00D31E8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není ve střetu zájmů ve smyslu </w:t>
      </w:r>
      <w:r w:rsidRPr="001219A2">
        <w:rPr>
          <w:rFonts w:asciiTheme="majorHAnsi" w:eastAsia="Calibri" w:hAnsiTheme="majorHAnsi" w:cstheme="majorHAnsi"/>
        </w:rPr>
        <w:t>§ 4b zákona č. 159/2006 Sb., o střetu zájmů, ve znění pozdějších předpisů</w:t>
      </w:r>
      <w:r w:rsidRPr="00540AA1">
        <w:rPr>
          <w:rFonts w:asciiTheme="majorHAnsi" w:eastAsia="Calibri" w:hAnsiTheme="majorHAnsi" w:cstheme="majorHAnsi"/>
        </w:rPr>
        <w:t>.</w:t>
      </w:r>
      <w:r>
        <w:rPr>
          <w:rFonts w:asciiTheme="majorHAnsi" w:eastAsia="Calibri" w:hAnsiTheme="majorHAnsi" w:cstheme="majorHAnsi"/>
        </w:rPr>
        <w:t xml:space="preserve"> Totožné čestné prohlášení účastník zajistí od svého poddodavatele, </w:t>
      </w:r>
      <w:r w:rsidRPr="00CB2E56">
        <w:rPr>
          <w:rFonts w:asciiTheme="majorHAnsi" w:eastAsia="Calibri" w:hAnsiTheme="majorHAnsi" w:cstheme="majorHAnsi"/>
        </w:rPr>
        <w:t>prostřednictvím kterého prokazuje kvalifikaci</w:t>
      </w:r>
      <w:r>
        <w:rPr>
          <w:rFonts w:asciiTheme="majorHAnsi" w:eastAsia="Calibri" w:hAnsiTheme="majorHAnsi" w:cstheme="majorHAnsi"/>
        </w:rPr>
        <w:t xml:space="preserve"> (existuje-li takový)</w:t>
      </w:r>
      <w:r w:rsidR="00BA7E68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4E48B9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4E48B9">
        <w:rPr>
          <w:rFonts w:asciiTheme="majorHAnsi" w:hAnsiTheme="majorHAnsi" w:cstheme="majorHAnsi"/>
        </w:rPr>
        <w:t>a že</w:t>
      </w:r>
    </w:p>
    <w:p w14:paraId="7E5AD770" w14:textId="24EE33F8" w:rsidR="00B067DF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376F5495" w14:textId="77777777" w:rsidR="007F6AB3" w:rsidRDefault="007F6AB3" w:rsidP="007F6AB3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</w:p>
    <w:p w14:paraId="37E306D1" w14:textId="77777777" w:rsidR="00331CAD" w:rsidRPr="004E48B9" w:rsidRDefault="00331CAD" w:rsidP="007F6AB3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</w:p>
    <w:p w14:paraId="1621F327" w14:textId="15C16CD0" w:rsidR="00794A6B" w:rsidRPr="00866994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866994">
        <w:rPr>
          <w:rFonts w:asciiTheme="majorHAnsi" w:hAnsiTheme="majorHAnsi" w:cstheme="majorHAnsi"/>
          <w:lang w:eastAsia="x-none"/>
        </w:rPr>
        <w:lastRenderedPageBreak/>
        <w:t>Účastník přikládá jako samostatnou přílohu k tomuto Krycímu listu nabídky:</w:t>
      </w:r>
    </w:p>
    <w:p w14:paraId="5E63B6C7" w14:textId="64783132" w:rsidR="00905291" w:rsidRPr="00866994" w:rsidRDefault="00905291" w:rsidP="00905291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866994">
        <w:rPr>
          <w:rFonts w:asciiTheme="majorHAnsi" w:hAnsiTheme="majorHAnsi" w:cstheme="majorHAnsi"/>
          <w:b/>
          <w:lang w:eastAsia="x-none"/>
        </w:rPr>
        <w:t xml:space="preserve">Položkový rozpočet </w:t>
      </w:r>
      <w:r w:rsidRPr="00866994">
        <w:rPr>
          <w:rFonts w:asciiTheme="majorHAnsi" w:hAnsiTheme="majorHAnsi" w:cstheme="majorHAnsi"/>
          <w:lang w:eastAsia="x-none"/>
        </w:rPr>
        <w:t>(</w:t>
      </w:r>
      <w:r w:rsidRPr="00866994">
        <w:rPr>
          <w:rFonts w:asciiTheme="majorHAnsi" w:hAnsiTheme="majorHAnsi" w:cstheme="majorHAnsi"/>
          <w:b/>
          <w:lang w:eastAsia="x-none"/>
        </w:rPr>
        <w:t>příloha č. 4</w:t>
      </w:r>
      <w:r w:rsidRPr="00866994">
        <w:rPr>
          <w:rFonts w:asciiTheme="majorHAnsi" w:hAnsiTheme="majorHAnsi" w:cstheme="majorHAnsi"/>
          <w:lang w:eastAsia="x-none"/>
        </w:rPr>
        <w:t xml:space="preserve"> zadávací dokumentace)</w:t>
      </w:r>
      <w:r w:rsidR="00866994">
        <w:rPr>
          <w:rFonts w:asciiTheme="majorHAnsi" w:hAnsiTheme="majorHAnsi" w:cstheme="majorHAnsi"/>
          <w:lang w:eastAsia="x-none"/>
        </w:rPr>
        <w:t>,</w:t>
      </w:r>
    </w:p>
    <w:p w14:paraId="5508F208" w14:textId="7526E278" w:rsidR="00794A6B" w:rsidRPr="006C1C90" w:rsidRDefault="00153BE0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866994">
        <w:rPr>
          <w:rFonts w:asciiTheme="majorHAnsi" w:hAnsiTheme="majorHAnsi" w:cstheme="majorHAnsi"/>
          <w:b/>
          <w:bCs/>
          <w:lang w:eastAsia="x-none"/>
        </w:rPr>
        <w:t xml:space="preserve">Závazný </w:t>
      </w:r>
      <w:r w:rsidRPr="00866994">
        <w:rPr>
          <w:rFonts w:asciiTheme="majorHAnsi" w:hAnsiTheme="majorHAnsi" w:cstheme="majorHAnsi"/>
          <w:b/>
          <w:lang w:eastAsia="x-none"/>
        </w:rPr>
        <w:t>Časový harmonogram zpracovaný v týdnech</w:t>
      </w:r>
      <w:r w:rsidR="00794A6B" w:rsidRPr="00866994">
        <w:rPr>
          <w:rFonts w:asciiTheme="majorHAnsi" w:hAnsiTheme="majorHAnsi" w:cstheme="majorHAnsi"/>
          <w:lang w:eastAsia="x-none"/>
        </w:rPr>
        <w:t>,</w:t>
      </w:r>
      <w:r w:rsidR="00866994" w:rsidRPr="00866994">
        <w:rPr>
          <w:rFonts w:asciiTheme="majorHAnsi" w:eastAsiaTheme="minorHAnsi" w:hAnsiTheme="majorHAnsi" w:cstheme="majorHAnsi"/>
        </w:rPr>
        <w:t xml:space="preserve"> </w:t>
      </w:r>
      <w:r w:rsidR="00866994" w:rsidRPr="00866994">
        <w:rPr>
          <w:rFonts w:asciiTheme="majorHAnsi" w:hAnsiTheme="majorHAnsi" w:cstheme="majorHAnsi"/>
          <w:lang w:eastAsia="x-none"/>
        </w:rPr>
        <w:t>zpracovaný v souladu s čl. II Smlouvy</w:t>
      </w:r>
      <w:r w:rsidR="006C1C90">
        <w:rPr>
          <w:rFonts w:asciiTheme="majorHAnsi" w:hAnsiTheme="majorHAnsi" w:cstheme="majorHAnsi"/>
          <w:lang w:eastAsia="x-none"/>
        </w:rPr>
        <w:t>,</w:t>
      </w:r>
    </w:p>
    <w:p w14:paraId="2D2C27AA" w14:textId="5CB48E93" w:rsidR="006C1C90" w:rsidRPr="006C1C90" w:rsidRDefault="006C1C90" w:rsidP="006C1C90">
      <w:pPr>
        <w:pStyle w:val="Odstavecseseznamem"/>
        <w:numPr>
          <w:ilvl w:val="4"/>
          <w:numId w:val="14"/>
        </w:numPr>
        <w:rPr>
          <w:rFonts w:asciiTheme="majorHAnsi" w:hAnsiTheme="majorHAnsi" w:cstheme="majorHAnsi"/>
          <w:b/>
          <w:lang w:eastAsia="x-none"/>
        </w:rPr>
      </w:pPr>
      <w:r w:rsidRPr="006C1C90">
        <w:rPr>
          <w:rFonts w:asciiTheme="majorHAnsi" w:hAnsiTheme="majorHAnsi" w:cstheme="majorHAnsi"/>
          <w:b/>
          <w:lang w:eastAsia="x-none"/>
        </w:rPr>
        <w:t>Doklady o prokázání splnění profesní způsobilosti dle čl. 5 písm. B Krycího listu nabídky</w:t>
      </w:r>
      <w:r>
        <w:rPr>
          <w:rFonts w:asciiTheme="majorHAnsi" w:hAnsiTheme="majorHAnsi" w:cstheme="majorHAnsi"/>
          <w:b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F45B3" w:rsidRPr="004E48B9" w14:paraId="19A8B8D0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77C37EC3" w14:textId="77777777" w:rsidR="003F45B3" w:rsidRPr="004E48B9" w:rsidRDefault="003F45B3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21E2F05C" w14:textId="77777777" w:rsidR="003F45B3" w:rsidRPr="004E48B9" w:rsidRDefault="003F45B3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A2BB418" w14:textId="77777777" w:rsidR="003F45B3" w:rsidRPr="004E48B9" w:rsidRDefault="003F45B3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3F45B3" w:rsidRPr="004E48B9" w14:paraId="3B710507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8C6D0F6" w14:textId="77777777" w:rsidR="003F45B3" w:rsidRPr="004E48B9" w:rsidRDefault="003F45B3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v Kč bez DPH</w:t>
            </w:r>
            <w:r w:rsidRPr="004E48B9" w:rsidDel="002F0084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290" w:type="dxa"/>
            <w:vAlign w:val="center"/>
          </w:tcPr>
          <w:p w14:paraId="7E4B5F8E" w14:textId="77777777" w:rsidR="003F45B3" w:rsidRPr="004E48B9" w:rsidRDefault="003F45B3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2C9DC3E5" w14:textId="77777777" w:rsidR="003F45B3" w:rsidRPr="004E48B9" w:rsidRDefault="00603FE9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53EAACDFAA8E47A685429DCF457F8487"/>
                </w:placeholder>
                <w:showingPlcHdr/>
              </w:sdtPr>
              <w:sdtEndPr/>
              <w:sdtContent>
                <w:r w:rsidR="003F45B3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3F45B3" w:rsidRPr="004E48B9">
              <w:rPr>
                <w:rFonts w:asciiTheme="majorHAnsi" w:hAnsiTheme="majorHAnsi" w:cstheme="majorHAnsi"/>
              </w:rPr>
              <w:t xml:space="preserve"> Kč bez DPH</w:t>
            </w:r>
            <w:r w:rsidR="003F45B3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09FEA6FE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09FEA6FE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je způsobilým </w:t>
            </w:r>
            <w:r w:rsidR="007252F1" w:rsidRPr="004E48B9">
              <w:rPr>
                <w:rFonts w:asciiTheme="majorHAnsi" w:hAnsiTheme="majorHAnsi" w:cstheme="majorHAnsi"/>
              </w:rPr>
              <w:t>dle</w:t>
            </w:r>
            <w:r w:rsidRPr="004E48B9">
              <w:rPr>
                <w:rFonts w:asciiTheme="majorHAnsi" w:hAnsiTheme="majorHAnsi" w:cstheme="majorHAnsi"/>
              </w:rPr>
              <w:t xml:space="preserve"> § 74 odst. 1 ZZVZ.</w:t>
            </w:r>
          </w:p>
        </w:tc>
      </w:tr>
      <w:tr w:rsidR="00B067DF" w:rsidRPr="004E48B9" w14:paraId="0DC7970A" w14:textId="77777777" w:rsidTr="09FEA6FE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09FEA6FE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04E1954" w14:textId="7D5BA103" w:rsidR="001E6EA5" w:rsidRDefault="001E6EA5" w:rsidP="00331CAD">
            <w:pPr>
              <w:pStyle w:val="Odstavecseseznamem"/>
              <w:numPr>
                <w:ilvl w:val="2"/>
                <w:numId w:val="16"/>
              </w:numPr>
              <w:spacing w:after="0" w:line="276" w:lineRule="auto"/>
              <w:ind w:left="776" w:hanging="425"/>
              <w:contextualSpacing w:val="0"/>
              <w:rPr>
                <w:rFonts w:asciiTheme="majorHAnsi" w:hAnsiTheme="majorHAnsi" w:cstheme="majorHAnsi"/>
              </w:rPr>
            </w:pPr>
            <w:r w:rsidRPr="00BE4C5F">
              <w:rPr>
                <w:rFonts w:asciiTheme="majorHAnsi" w:hAnsiTheme="majorHAnsi" w:cstheme="majorHAnsi"/>
              </w:rPr>
              <w:t xml:space="preserve">Splnění profesní způsobilosti </w:t>
            </w:r>
            <w:r w:rsidR="002432D1" w:rsidRPr="002432D1">
              <w:rPr>
                <w:rFonts w:asciiTheme="majorHAnsi" w:hAnsiTheme="majorHAnsi" w:cstheme="majorHAnsi"/>
              </w:rPr>
              <w:t xml:space="preserve">dle § 77 odst. 1 ZZVZ </w:t>
            </w:r>
            <w:r w:rsidRPr="00BE4C5F">
              <w:rPr>
                <w:rFonts w:asciiTheme="majorHAnsi" w:hAnsiTheme="majorHAnsi" w:cstheme="majorHAnsi"/>
              </w:rPr>
              <w:t xml:space="preserve">prokáže účastník </w:t>
            </w:r>
            <w:r w:rsidRPr="002432D1">
              <w:rPr>
                <w:rFonts w:asciiTheme="majorHAnsi" w:hAnsiTheme="majorHAnsi" w:cstheme="majorHAnsi"/>
                <w:b/>
                <w:bCs/>
              </w:rPr>
              <w:t xml:space="preserve">předložením </w:t>
            </w:r>
            <w:r w:rsidRPr="00BE4C5F">
              <w:rPr>
                <w:rFonts w:asciiTheme="majorHAnsi" w:hAnsiTheme="majorHAnsi" w:cstheme="majorHAnsi"/>
                <w:b/>
              </w:rPr>
              <w:t>výpisu z obchodního rejstříku</w:t>
            </w:r>
            <w:r w:rsidRPr="00BE4C5F">
              <w:rPr>
                <w:rFonts w:asciiTheme="majorHAnsi" w:hAnsiTheme="majorHAnsi" w:cstheme="majorHAnsi"/>
              </w:rPr>
              <w:t>, pokud je v něm zapsán, či výpisu z jiné obdobné evidence, pokud je v ní zapsán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50D892D" w14:textId="77777777" w:rsidR="00A84F41" w:rsidRPr="00A84F41" w:rsidRDefault="00B067DF" w:rsidP="00A84F41">
            <w:pPr>
              <w:pStyle w:val="Odstavecseseznamem"/>
              <w:numPr>
                <w:ilvl w:val="0"/>
                <w:numId w:val="16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</w:rPr>
              <w:t xml:space="preserve">Účastník </w:t>
            </w:r>
            <w:r w:rsidR="00107E96">
              <w:rPr>
                <w:rFonts w:asciiTheme="majorHAnsi" w:hAnsiTheme="majorHAnsi" w:cstheme="majorHAnsi"/>
              </w:rPr>
              <w:t>prokáže splnění</w:t>
            </w:r>
            <w:r w:rsidRPr="004E48B9">
              <w:rPr>
                <w:rFonts w:asciiTheme="majorHAnsi" w:hAnsiTheme="majorHAnsi" w:cstheme="majorHAnsi"/>
              </w:rPr>
              <w:t xml:space="preserve"> požadav</w:t>
            </w:r>
            <w:r w:rsidR="00107E96">
              <w:rPr>
                <w:rFonts w:asciiTheme="majorHAnsi" w:hAnsiTheme="majorHAnsi" w:cstheme="majorHAnsi"/>
              </w:rPr>
              <w:t>ku</w:t>
            </w:r>
            <w:r w:rsidRPr="004E48B9">
              <w:rPr>
                <w:rFonts w:asciiTheme="majorHAnsi" w:hAnsiTheme="majorHAnsi" w:cstheme="majorHAnsi"/>
              </w:rPr>
              <w:t xml:space="preserve"> dle § 77 odst. 2 písm. a) ZZVZ, </w:t>
            </w:r>
            <w:r w:rsidR="00B950EB" w:rsidRPr="002432D1">
              <w:rPr>
                <w:rFonts w:asciiTheme="majorHAnsi" w:hAnsiTheme="majorHAnsi" w:cstheme="majorHAnsi"/>
                <w:b/>
                <w:bCs/>
              </w:rPr>
              <w:t>předložením dokladu,</w:t>
            </w:r>
            <w:r w:rsidRPr="002432D1">
              <w:rPr>
                <w:rFonts w:asciiTheme="majorHAnsi" w:hAnsiTheme="majorHAnsi" w:cstheme="majorHAnsi"/>
                <w:b/>
                <w:bCs/>
              </w:rPr>
              <w:t xml:space="preserve"> že je oprávněn podnikat </w:t>
            </w:r>
            <w:r w:rsidRPr="004E48B9">
              <w:rPr>
                <w:rFonts w:asciiTheme="majorHAnsi" w:hAnsiTheme="majorHAnsi" w:cstheme="majorHAnsi"/>
              </w:rPr>
              <w:t xml:space="preserve">v rozsahu odpovídajícím předmětu veřejné zakázky, a to na předmět podnikání: </w:t>
            </w:r>
          </w:p>
          <w:p w14:paraId="0472A962" w14:textId="29DCC20F" w:rsidR="00A84F41" w:rsidRPr="00A84F41" w:rsidRDefault="00A84F41" w:rsidP="00A84F41">
            <w:pPr>
              <w:pStyle w:val="Odstavecseseznamem"/>
              <w:numPr>
                <w:ilvl w:val="0"/>
                <w:numId w:val="0"/>
              </w:numPr>
              <w:spacing w:after="0" w:line="276" w:lineRule="auto"/>
              <w:ind w:left="714"/>
              <w:contextualSpacing w:val="0"/>
              <w:rPr>
                <w:rFonts w:asciiTheme="majorHAnsi" w:hAnsiTheme="majorHAnsi" w:cstheme="majorHAnsi"/>
                <w:b/>
              </w:rPr>
            </w:pPr>
            <w:r w:rsidRPr="00A84F41">
              <w:rPr>
                <w:rFonts w:asciiTheme="majorHAnsi" w:hAnsiTheme="majorHAnsi" w:cstheme="majorHAnsi"/>
                <w:b/>
              </w:rPr>
              <w:t>Výroba, obchod a služby neuvedené v přílohách 1 až 3 živnostenského zákona, a to v rozsahu oborů činnosti: - Poskytování služeb pro zemědělství, zahradnictví, rybníkářství, lesnictví a myslivost</w:t>
            </w:r>
          </w:p>
          <w:p w14:paraId="5E8F0A44" w14:textId="60E4239C" w:rsidR="00557EFC" w:rsidRPr="004E48B9" w:rsidRDefault="00557EFC" w:rsidP="00557EFC">
            <w:pPr>
              <w:pStyle w:val="Odstavecseseznamem"/>
              <w:numPr>
                <w:ilvl w:val="0"/>
                <w:numId w:val="0"/>
              </w:numPr>
              <w:spacing w:after="0" w:line="276" w:lineRule="auto"/>
              <w:ind w:left="720"/>
              <w:contextualSpacing w:val="0"/>
              <w:rPr>
                <w:rFonts w:asciiTheme="majorHAnsi" w:hAnsiTheme="majorHAnsi" w:cstheme="majorHAnsi"/>
              </w:rPr>
            </w:pPr>
          </w:p>
        </w:tc>
      </w:tr>
      <w:tr w:rsidR="00B067DF" w:rsidRPr="004E48B9" w14:paraId="2BDC3FB2" w14:textId="77777777" w:rsidTr="09FEA6FE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09FEA6FE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798DD93" w14:textId="4A4C67CC" w:rsidR="00AE4F32" w:rsidRDefault="00AE4F32" w:rsidP="00DF64B6">
            <w:pPr>
              <w:spacing w:before="120" w:after="12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</w:t>
            </w:r>
            <w:r w:rsidR="00A84F41">
              <w:rPr>
                <w:rFonts w:asciiTheme="majorHAnsi" w:hAnsiTheme="majorHAnsi" w:cstheme="majorHAnsi"/>
              </w:rPr>
              <w:t>b</w:t>
            </w:r>
            <w:r>
              <w:rPr>
                <w:rFonts w:asciiTheme="majorHAnsi" w:hAnsiTheme="majorHAnsi" w:cstheme="majorHAnsi"/>
              </w:rPr>
              <w:t>) ZZVZ na referenční zakázky</w:t>
            </w:r>
            <w:r w:rsidR="006F474C">
              <w:rPr>
                <w:rFonts w:asciiTheme="majorHAnsi" w:hAnsiTheme="majorHAnsi" w:cstheme="majorHAnsi"/>
              </w:rPr>
              <w:t>, a 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1DEABD8E" w14:textId="67052E46" w:rsidR="00EE6E25" w:rsidRDefault="00EE6E25" w:rsidP="00DF64B6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BE5995">
              <w:rPr>
                <w:rFonts w:asciiTheme="majorHAnsi" w:hAnsiTheme="majorHAnsi" w:cstheme="majorHAnsi"/>
                <w:b/>
                <w:bCs/>
              </w:rPr>
              <w:t xml:space="preserve">Minimálně </w:t>
            </w:r>
            <w:r>
              <w:rPr>
                <w:rFonts w:asciiTheme="majorHAnsi" w:hAnsiTheme="majorHAnsi" w:cstheme="majorHAnsi"/>
                <w:b/>
                <w:bCs/>
              </w:rPr>
              <w:t>2</w:t>
            </w:r>
            <w:r w:rsidRPr="00BE5995">
              <w:rPr>
                <w:rFonts w:asciiTheme="majorHAnsi" w:hAnsiTheme="majorHAnsi" w:cstheme="majorHAnsi"/>
                <w:b/>
                <w:bCs/>
              </w:rPr>
              <w:t xml:space="preserve"> referenční zakázky, jejichž předmětem byla regenerace a revitalizace zeleně, zakládání parků a parkových ploch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apod. </w:t>
            </w:r>
            <w:r w:rsidRPr="00BE5995">
              <w:rPr>
                <w:rFonts w:asciiTheme="majorHAnsi" w:hAnsiTheme="majorHAnsi" w:cstheme="majorHAnsi"/>
                <w:b/>
                <w:bCs/>
              </w:rPr>
              <w:t>v rozsahu min. 500.000,-- Kč bez DPH</w:t>
            </w:r>
          </w:p>
          <w:p w14:paraId="0774E80F" w14:textId="27D45B33" w:rsidR="00DF64B6" w:rsidRPr="00635BF0" w:rsidRDefault="00DF64B6" w:rsidP="09FEA6FE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Bidi"/>
              </w:rPr>
            </w:pPr>
            <w:r w:rsidRPr="09FEA6FE">
              <w:rPr>
                <w:rFonts w:asciiTheme="majorHAnsi" w:hAnsiTheme="majorHAnsi" w:cstheme="majorBidi"/>
              </w:rPr>
              <w:t xml:space="preserve">Zakázky byly realizovány v období za poslední </w:t>
            </w:r>
            <w:r w:rsidR="00EE6E25">
              <w:rPr>
                <w:rFonts w:asciiTheme="majorHAnsi" w:hAnsiTheme="majorHAnsi" w:cstheme="majorBidi"/>
                <w:b/>
                <w:bCs/>
              </w:rPr>
              <w:t>3</w:t>
            </w:r>
            <w:r w:rsidRPr="09FEA6FE">
              <w:rPr>
                <w:rFonts w:asciiTheme="majorHAnsi" w:hAnsiTheme="majorHAnsi" w:cstheme="majorBidi"/>
                <w:b/>
                <w:bCs/>
              </w:rPr>
              <w:t xml:space="preserve"> </w:t>
            </w:r>
            <w:r w:rsidR="00EE6E25">
              <w:rPr>
                <w:rFonts w:asciiTheme="majorHAnsi" w:hAnsiTheme="majorHAnsi" w:cstheme="majorBidi"/>
                <w:b/>
                <w:bCs/>
              </w:rPr>
              <w:t>roky</w:t>
            </w:r>
            <w:r w:rsidRPr="09FEA6FE">
              <w:rPr>
                <w:rFonts w:asciiTheme="majorHAnsi" w:hAnsiTheme="majorHAnsi" w:cstheme="majorBidi"/>
              </w:rPr>
              <w:t xml:space="preserve"> před zahájením </w:t>
            </w:r>
            <w:r w:rsidR="58689996" w:rsidRPr="09FEA6FE">
              <w:rPr>
                <w:rFonts w:asciiTheme="majorHAnsi" w:hAnsiTheme="majorHAnsi" w:cstheme="majorBidi"/>
              </w:rPr>
              <w:t xml:space="preserve">výběrového </w:t>
            </w:r>
            <w:r w:rsidRPr="09FEA6FE">
              <w:rPr>
                <w:rFonts w:asciiTheme="majorHAnsi" w:hAnsiTheme="majorHAnsi" w:cstheme="majorBidi"/>
              </w:rPr>
              <w:t>řízení.</w:t>
            </w:r>
          </w:p>
          <w:p w14:paraId="72CD6B50" w14:textId="6721D2C6" w:rsidR="0022176A" w:rsidRPr="004E48B9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 xml:space="preserve">Zadavatel pro odstranění jakýchkoliv pochybností uvádí, že reference pro účely prokázání předmětného kritéria technické kvalifikace nelze sčítat (tzn. nelze sečíst 2 zakázky od různých objednatelů o menším </w:t>
            </w:r>
            <w:r w:rsidRPr="004E48B9">
              <w:rPr>
                <w:rFonts w:asciiTheme="majorHAnsi" w:hAnsiTheme="majorHAnsi" w:cstheme="majorHAnsi"/>
              </w:rPr>
              <w:lastRenderedPageBreak/>
              <w:t>objemu</w:t>
            </w:r>
            <w:r w:rsidR="0012393F">
              <w:rPr>
                <w:rFonts w:asciiTheme="majorHAnsi" w:hAnsiTheme="majorHAnsi" w:cstheme="majorHAnsi"/>
              </w:rPr>
              <w:t>)</w:t>
            </w:r>
            <w:r w:rsidRPr="004E48B9">
              <w:rPr>
                <w:rFonts w:asciiTheme="majorHAnsi" w:hAnsiTheme="majorHAnsi" w:cstheme="majorHAnsi"/>
              </w:rPr>
              <w:t xml:space="preserve"> ani dělit (</w:t>
            </w:r>
            <w:r w:rsidR="003D2088" w:rsidRPr="004E48B9">
              <w:rPr>
                <w:rFonts w:asciiTheme="majorHAnsi" w:hAnsiTheme="majorHAnsi" w:cstheme="majorHAnsi"/>
              </w:rPr>
              <w:t>například:</w:t>
            </w:r>
            <w:r w:rsidRPr="004E48B9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23C1C334" w:rsidR="0022176A" w:rsidRPr="001C2302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 xml:space="preserve">Toto kritérium technické kvalifikace splní účastník i v případě, že se jedná </w:t>
            </w:r>
            <w:r w:rsidRPr="001C2302">
              <w:rPr>
                <w:rFonts w:asciiTheme="majorHAnsi" w:hAnsiTheme="majorHAnsi" w:cstheme="majorHAnsi"/>
              </w:rPr>
              <w:t xml:space="preserve">o služby dosud probíhající za předpokladu splnění výše uvedených parametrů ke dni zahájení </w:t>
            </w:r>
            <w:r w:rsidR="00252D42" w:rsidRPr="001C2302">
              <w:rPr>
                <w:rFonts w:asciiTheme="majorHAnsi" w:hAnsiTheme="majorHAnsi" w:cstheme="majorHAnsi"/>
              </w:rPr>
              <w:t>výběrového</w:t>
            </w:r>
            <w:r w:rsidRPr="001C2302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4BDDDA3A" w:rsidR="0022176A" w:rsidRPr="004E48B9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1C2302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1C2302">
              <w:rPr>
                <w:rFonts w:asciiTheme="majorHAnsi" w:hAnsiTheme="majorHAnsi" w:cstheme="majorHAnsi"/>
              </w:rPr>
              <w:t xml:space="preserve">služby </w:t>
            </w:r>
            <w:r w:rsidRPr="001C2302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1C2302">
              <w:rPr>
                <w:rFonts w:asciiTheme="majorHAnsi" w:hAnsiTheme="majorHAnsi" w:cstheme="majorHAnsi"/>
              </w:rPr>
              <w:t>předmětné služby</w:t>
            </w:r>
            <w:r w:rsidRPr="001C2302">
              <w:rPr>
                <w:rFonts w:asciiTheme="majorHAnsi" w:hAnsiTheme="majorHAnsi" w:cstheme="majorHAnsi"/>
              </w:rPr>
              <w:t xml:space="preserve"> v posledních 3 letech ukončeny</w:t>
            </w:r>
            <w:r w:rsidRPr="004E48B9">
              <w:rPr>
                <w:rFonts w:asciiTheme="majorHAnsi" w:hAnsiTheme="majorHAnsi" w:cstheme="majorHAnsi"/>
              </w:rPr>
              <w:t xml:space="preserve"> nebo pokud stále probíhají, za předpokladu splnění výše uvedených parametrů ke dni zahájení </w:t>
            </w:r>
            <w:r w:rsidR="00790C6A">
              <w:rPr>
                <w:rFonts w:asciiTheme="majorHAnsi" w:hAnsiTheme="majorHAnsi" w:cstheme="majorHAnsi"/>
              </w:rPr>
              <w:t>výběrového</w:t>
            </w:r>
            <w:r w:rsidRPr="004E48B9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09FEA6FE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4E48B9" w:rsidRDefault="00603FE9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4E48B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4E48B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4E48B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0578A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EndPr/>
              <w:sdtContent>
                <w:r w:rsidRPr="006116DC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název zakázky, popis </w:t>
                </w:r>
                <w:r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6116DC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0578A6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0578A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Termín realizace</w:t>
            </w:r>
            <w:r w:rsidRPr="000578A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EndPr/>
              <w:sdtContent>
                <w:r w:rsidRPr="000578A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highlight w:val="yellow"/>
                  </w:rPr>
                  <w:t>termín od MM/RR do MM/RR</w:t>
                </w:r>
              </w:sdtContent>
            </w:sdt>
          </w:p>
          <w:p w14:paraId="41A32807" w14:textId="77777777" w:rsidR="007A0278" w:rsidRPr="000578A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EndPr/>
              <w:sdtContent>
                <w:r w:rsidRPr="000578A6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0578A6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2B437B0C" w:rsidR="00B067DF" w:rsidRPr="004E48B9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09FEA6FE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4E48B9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4E48B9" w:rsidRDefault="00603FE9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4E48B9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4E48B9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0578A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EndPr/>
              <w:sdtContent>
                <w:r w:rsidRPr="006116DC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 xml:space="preserve">název zakázky, popis </w:t>
                </w:r>
                <w:r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p</w:t>
                </w:r>
                <w:r w:rsidRPr="006116DC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0578A6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0578A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Termín realizace</w:t>
            </w:r>
            <w:r w:rsidRPr="000578A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EndPr/>
              <w:sdtContent>
                <w:r w:rsidRPr="000578A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highlight w:val="yellow"/>
                  </w:rPr>
                  <w:t>termín od MM/RR do MM/RR</w:t>
                </w:r>
              </w:sdtContent>
            </w:sdt>
          </w:p>
          <w:p w14:paraId="4E26D7AA" w14:textId="77777777" w:rsidR="007A0278" w:rsidRPr="000578A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762918125"/>
                <w:placeholder>
                  <w:docPart w:val="C044CD9150714B7E947D201D0A5A2B8D"/>
                </w:placeholder>
              </w:sdtPr>
              <w:sdtEndPr/>
              <w:sdtContent>
                <w:r w:rsidRPr="000578A6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0578A6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432C6DFF" w:rsidR="005D53C2" w:rsidRPr="004E48B9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09FEA6FE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09FEA6FE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42B49EB6" w:rsidR="00AF4FAD" w:rsidRPr="00577ECD" w:rsidRDefault="006D355A" w:rsidP="00577ECD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577ECD">
              <w:rPr>
                <w:rFonts w:asciiTheme="majorHAnsi" w:hAnsiTheme="majorHAnsi" w:cstheme="majorHAnsi"/>
              </w:rPr>
              <w:t xml:space="preserve">Doklady dle § 75 ZZVZ prokazující základní způsobilost podle § 74 ZZVZ </w:t>
            </w:r>
            <w:r w:rsidR="00BA239A" w:rsidRPr="00577ECD">
              <w:rPr>
                <w:rFonts w:asciiTheme="majorHAnsi" w:hAnsiTheme="majorHAnsi" w:cstheme="majorHAnsi"/>
              </w:rPr>
              <w:t xml:space="preserve">prokazují </w:t>
            </w:r>
            <w:r w:rsidR="00AF4FAD" w:rsidRPr="00577ECD">
              <w:rPr>
                <w:rFonts w:asciiTheme="majorHAnsi" w:hAnsiTheme="majorHAnsi" w:cstheme="majorHAnsi"/>
              </w:rPr>
              <w:t xml:space="preserve">splnění požadovaného kritéria způsobilosti nejpozději v době </w:t>
            </w:r>
            <w:r w:rsidR="00AF4FAD" w:rsidRPr="00577ECD">
              <w:rPr>
                <w:rFonts w:asciiTheme="majorHAnsi" w:hAnsiTheme="majorHAnsi" w:cstheme="majorHAnsi"/>
                <w:b/>
                <w:bCs/>
              </w:rPr>
              <w:t xml:space="preserve">3 měsíců </w:t>
            </w:r>
            <w:r w:rsidR="3FE76161" w:rsidRPr="00577ECD">
              <w:rPr>
                <w:rFonts w:asciiTheme="majorHAnsi" w:hAnsiTheme="majorHAnsi" w:cstheme="majorHAnsi"/>
                <w:b/>
                <w:bCs/>
              </w:rPr>
              <w:t xml:space="preserve">přede dnem zahájení </w:t>
            </w:r>
            <w:r w:rsidR="5C0BC5A5" w:rsidRPr="00577ECD">
              <w:rPr>
                <w:rFonts w:asciiTheme="majorHAnsi" w:hAnsiTheme="majorHAnsi" w:cstheme="majorHAnsi"/>
                <w:b/>
                <w:bCs/>
              </w:rPr>
              <w:t xml:space="preserve">výběrového </w:t>
            </w:r>
            <w:r w:rsidR="3FE76161" w:rsidRPr="00577ECD">
              <w:rPr>
                <w:rFonts w:asciiTheme="majorHAnsi" w:hAnsiTheme="majorHAnsi" w:cstheme="majorHAnsi"/>
                <w:b/>
                <w:bCs/>
              </w:rPr>
              <w:t>řízení</w:t>
            </w:r>
            <w:r w:rsidR="00AF4FAD" w:rsidRPr="00577ECD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33FBBBD6" w14:textId="3FCB12B8" w:rsidR="00EA5998" w:rsidRPr="001C2302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1C2302">
              <w:rPr>
                <w:rFonts w:asciiTheme="majorHAnsi" w:hAnsiTheme="majorHAnsi" w:cstheme="majorHAnsi"/>
              </w:rPr>
              <w:t xml:space="preserve">. 5 písm. B, bod </w:t>
            </w:r>
            <w:proofErr w:type="spellStart"/>
            <w:r w:rsidRPr="001C2302">
              <w:rPr>
                <w:rFonts w:asciiTheme="majorHAnsi" w:hAnsiTheme="majorHAnsi" w:cstheme="majorHAnsi"/>
              </w:rPr>
              <w:t>ii</w:t>
            </w:r>
            <w:proofErr w:type="spellEnd"/>
            <w:r w:rsidRPr="001C2302">
              <w:rPr>
                <w:rFonts w:asciiTheme="majorHAnsi" w:hAnsiTheme="majorHAnsi" w:cstheme="majorHAnsi"/>
              </w:rPr>
              <w:t xml:space="preserve"> a písm. C Krycího listu nabídky prostřednictvím jiných osob dle § 83 ZZVZ, dokládá účastník jako </w:t>
            </w:r>
            <w:r w:rsidRPr="001C2302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1C2302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42452614" w:rsidR="00EA5998" w:rsidRPr="001C2302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1C2302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bod. i Krycího listu nabídky,</w:t>
            </w:r>
          </w:p>
          <w:p w14:paraId="54C62F65" w14:textId="595A4EB6" w:rsidR="00EA5998" w:rsidRPr="001C2302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1C2302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1C2302">
              <w:rPr>
                <w:rFonts w:asciiTheme="majorHAnsi" w:hAnsiTheme="majorHAnsi" w:cstheme="majorHAnsi"/>
              </w:rPr>
              <w:t xml:space="preserve">čl. 5 písm. B, bod </w:t>
            </w:r>
            <w:proofErr w:type="spellStart"/>
            <w:r w:rsidRPr="001C2302">
              <w:rPr>
                <w:rFonts w:asciiTheme="majorHAnsi" w:hAnsiTheme="majorHAnsi" w:cstheme="majorHAnsi"/>
              </w:rPr>
              <w:t>ii</w:t>
            </w:r>
            <w:proofErr w:type="spellEnd"/>
            <w:r w:rsidRPr="001C2302">
              <w:rPr>
                <w:rFonts w:asciiTheme="majorHAnsi" w:hAnsiTheme="majorHAnsi" w:cstheme="majorHAnsi"/>
              </w:rPr>
              <w:t xml:space="preserve"> a písm. C Krycího listu nabídky</w:t>
            </w:r>
            <w:r w:rsidRPr="001C2302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1C2302">
              <w:rPr>
                <w:rFonts w:asciiTheme="majorHAnsi" w:hAnsiTheme="majorHAnsi" w:cstheme="majorHAnsi"/>
                <w:bCs/>
              </w:rPr>
              <w:t>doklady o splnění základní způsobilosti jinou</w:t>
            </w:r>
            <w:r w:rsidRPr="004E48B9">
              <w:rPr>
                <w:rFonts w:asciiTheme="majorHAnsi" w:hAnsiTheme="majorHAnsi" w:cstheme="majorHAnsi"/>
                <w:bCs/>
              </w:rPr>
              <w:t xml:space="preserve"> osobou podle </w:t>
            </w:r>
            <w:r w:rsidRPr="004E48B9">
              <w:rPr>
                <w:rFonts w:asciiTheme="majorHAnsi" w:hAnsiTheme="majorHAnsi" w:cstheme="majorHAnsi"/>
              </w:rPr>
              <w:t xml:space="preserve">čl. 5 písm. A Krycího listu nabídky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6F4617F8" w14:textId="1FBA32AB" w:rsidR="00195D10" w:rsidRPr="004E48B9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1" w:name="_Toc440366602"/>
      <w:bookmarkStart w:id="2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1"/>
      <w:r w:rsidRPr="004E48B9">
        <w:rPr>
          <w:rStyle w:val="Siln"/>
          <w:rFonts w:cstheme="majorHAnsi"/>
          <w:b/>
        </w:rPr>
        <w:t>poddodavatelů</w:t>
      </w:r>
      <w:bookmarkEnd w:id="2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Pr="004E48B9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lastRenderedPageBreak/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i jiné osoby </w:t>
      </w:r>
      <w:r w:rsidR="007252F1" w:rsidRPr="004E48B9">
        <w:rPr>
          <w:rFonts w:asciiTheme="majorHAnsi" w:hAnsiTheme="majorHAnsi" w:cstheme="majorHAnsi"/>
        </w:rPr>
        <w:t xml:space="preserve">dle </w:t>
      </w:r>
      <w:r w:rsidR="007244DA" w:rsidRPr="004E48B9">
        <w:rPr>
          <w:rFonts w:asciiTheme="majorHAnsi" w:hAnsiTheme="majorHAnsi" w:cstheme="majorHAnsi"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4F621CC2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</w:t>
      </w:r>
      <w:r w:rsidR="00526398">
        <w:rPr>
          <w:rFonts w:asciiTheme="majorHAnsi" w:hAnsiTheme="majorHAnsi" w:cstheme="majorHAnsi"/>
        </w:rPr>
        <w:t>é</w:t>
      </w:r>
      <w:r w:rsidRPr="004E48B9">
        <w:rPr>
          <w:rFonts w:asciiTheme="majorHAnsi" w:hAnsiTheme="majorHAnsi" w:cstheme="majorHAnsi"/>
        </w:rPr>
        <w:t xml:space="preserve"> zastupovat účastníka (je-li relevantní),</w:t>
      </w:r>
    </w:p>
    <w:p w14:paraId="4950DD9C" w14:textId="77777777" w:rsidR="0092668F" w:rsidRPr="0092668F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>Závazek (smlouva) o společné a nerozdílné odpovědnosti v případě společné účasti dodavatelů,</w:t>
      </w:r>
    </w:p>
    <w:p w14:paraId="069202CC" w14:textId="3D140FBE" w:rsidR="00D00CE5" w:rsidRPr="006C1C90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bookmarkStart w:id="3" w:name="_Hlk197421859"/>
      <w:r w:rsidRPr="003F75EB">
        <w:rPr>
          <w:rFonts w:asciiTheme="majorHAnsi" w:hAnsiTheme="majorHAnsi" w:cstheme="majorBidi"/>
          <w:b/>
          <w:bCs/>
        </w:rPr>
        <w:t>Doklady o prokázání splnění profesní způsobilo</w:t>
      </w:r>
      <w:r w:rsidR="00D00CE5" w:rsidRPr="003F75EB">
        <w:rPr>
          <w:rFonts w:asciiTheme="majorHAnsi" w:hAnsiTheme="majorHAnsi" w:cstheme="majorBidi"/>
          <w:b/>
          <w:bCs/>
        </w:rPr>
        <w:t>s</w:t>
      </w:r>
      <w:r w:rsidRPr="003F75EB">
        <w:rPr>
          <w:rFonts w:asciiTheme="majorHAnsi" w:hAnsiTheme="majorHAnsi" w:cstheme="majorBidi"/>
          <w:b/>
          <w:bCs/>
        </w:rPr>
        <w:t>ti dle čl. 5 písm. B</w:t>
      </w:r>
      <w:r w:rsidR="00D00CE5" w:rsidRPr="006C1C90">
        <w:rPr>
          <w:rFonts w:asciiTheme="majorHAnsi" w:hAnsiTheme="majorHAnsi" w:cstheme="majorBidi"/>
        </w:rPr>
        <w:t xml:space="preserve"> Krycího listu nabídky</w:t>
      </w:r>
      <w:r w:rsidR="00F71416" w:rsidRPr="006C1C90">
        <w:rPr>
          <w:rFonts w:asciiTheme="majorHAnsi" w:hAnsiTheme="majorHAnsi" w:cstheme="majorBidi"/>
        </w:rPr>
        <w:t>,</w:t>
      </w:r>
      <w:r w:rsidR="00DD3120" w:rsidRPr="006C1C90">
        <w:rPr>
          <w:rFonts w:asciiTheme="majorHAnsi" w:hAnsiTheme="majorHAnsi" w:cstheme="majorBidi"/>
        </w:rPr>
        <w:t xml:space="preserve"> </w:t>
      </w:r>
    </w:p>
    <w:bookmarkEnd w:id="3"/>
    <w:p w14:paraId="49067BF3" w14:textId="5F620758" w:rsidR="00F72D7A" w:rsidRPr="006C1C90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6C1C90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2F52DCC2" w14:textId="339AC546" w:rsidR="009B7883" w:rsidRPr="006C1C90" w:rsidRDefault="009B7883" w:rsidP="00BA239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6C1C90">
        <w:rPr>
          <w:rFonts w:asciiTheme="majorHAnsi" w:hAnsiTheme="majorHAnsi" w:cstheme="majorHAnsi"/>
          <w:b/>
        </w:rPr>
        <w:t>Položkový rozpočet</w:t>
      </w:r>
      <w:r w:rsidRPr="006C1C90">
        <w:rPr>
          <w:rFonts w:asciiTheme="majorHAnsi" w:hAnsiTheme="majorHAnsi" w:cstheme="majorHAnsi"/>
        </w:rPr>
        <w:t>, řádně vyplněný</w:t>
      </w:r>
      <w:r w:rsidR="001D4142" w:rsidRPr="006C1C90">
        <w:rPr>
          <w:rFonts w:asciiTheme="majorHAnsi" w:hAnsiTheme="majorHAnsi" w:cstheme="majorHAnsi"/>
        </w:rPr>
        <w:t xml:space="preserve"> a předložený v souladu s </w:t>
      </w:r>
      <w:r w:rsidR="001D4142" w:rsidRPr="006C1C90">
        <w:rPr>
          <w:rFonts w:asciiTheme="majorHAnsi" w:hAnsiTheme="majorHAnsi" w:cstheme="majorHAnsi"/>
          <w:b/>
        </w:rPr>
        <w:t xml:space="preserve">přílohou č. </w:t>
      </w:r>
      <w:r w:rsidR="006C1C90" w:rsidRPr="006C1C90">
        <w:rPr>
          <w:rFonts w:asciiTheme="majorHAnsi" w:hAnsiTheme="majorHAnsi" w:cstheme="majorHAnsi"/>
          <w:b/>
        </w:rPr>
        <w:t>4</w:t>
      </w:r>
      <w:r w:rsidR="001D4142" w:rsidRPr="006C1C90">
        <w:rPr>
          <w:rFonts w:asciiTheme="majorHAnsi" w:hAnsiTheme="majorHAnsi" w:cstheme="majorHAnsi"/>
        </w:rPr>
        <w:t xml:space="preserve"> zadávací dokumentace</w:t>
      </w:r>
      <w:r w:rsidR="009B67B4" w:rsidRPr="006C1C90">
        <w:rPr>
          <w:rFonts w:asciiTheme="majorHAnsi" w:hAnsiTheme="majorHAnsi" w:cstheme="majorHAnsi"/>
        </w:rPr>
        <w:t>.</w:t>
      </w:r>
    </w:p>
    <w:p w14:paraId="5DE97D04" w14:textId="7557F83F" w:rsidR="009B67B4" w:rsidRPr="006C1C90" w:rsidRDefault="006C1C90" w:rsidP="00BA239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6C1C90">
        <w:rPr>
          <w:rFonts w:asciiTheme="majorHAnsi" w:hAnsiTheme="majorHAnsi" w:cstheme="majorHAnsi"/>
          <w:b/>
          <w:bCs/>
        </w:rPr>
        <w:t xml:space="preserve">Závazný </w:t>
      </w:r>
      <w:r w:rsidRPr="006C1C90">
        <w:rPr>
          <w:rFonts w:asciiTheme="majorHAnsi" w:hAnsiTheme="majorHAnsi" w:cstheme="majorHAnsi"/>
          <w:b/>
        </w:rPr>
        <w:t>Časový harmonogram zpracovaný v týdnech, zpracovaný v souladu s čl. II Smlouvy</w:t>
      </w:r>
      <w:r w:rsidR="009B67B4" w:rsidRPr="006C1C90">
        <w:rPr>
          <w:rFonts w:asciiTheme="majorHAnsi" w:hAnsiTheme="majorHAnsi" w:cstheme="majorHAnsi"/>
        </w:rPr>
        <w:t>.</w:t>
      </w:r>
    </w:p>
    <w:p w14:paraId="285A91BF" w14:textId="250868A1" w:rsidR="002D727F" w:rsidRPr="006C1C90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6C1C90">
        <w:rPr>
          <w:rFonts w:asciiTheme="majorHAnsi" w:hAnsiTheme="majorHAnsi" w:cstheme="majorBidi"/>
        </w:rPr>
        <w:t>D</w:t>
      </w:r>
      <w:r w:rsidR="002D727F" w:rsidRPr="006C1C90">
        <w:rPr>
          <w:rFonts w:asciiTheme="majorHAnsi" w:hAnsiTheme="majorHAnsi" w:cstheme="majorBidi"/>
        </w:rPr>
        <w:t xml:space="preserve">alší dokumenty, </w:t>
      </w:r>
      <w:r w:rsidRPr="006C1C90">
        <w:rPr>
          <w:rFonts w:asciiTheme="majorHAnsi" w:hAnsiTheme="majorHAnsi" w:cstheme="majorBidi"/>
        </w:rPr>
        <w:t xml:space="preserve">pokud to vyplývá ze </w:t>
      </w:r>
      <w:r w:rsidR="002D727F" w:rsidRPr="006C1C90">
        <w:rPr>
          <w:rFonts w:asciiTheme="majorHAnsi" w:hAnsiTheme="majorHAnsi" w:cstheme="majorBidi"/>
        </w:rPr>
        <w:t>zadávací dokumentac</w:t>
      </w:r>
      <w:r w:rsidRPr="006C1C90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C5E4" w14:textId="77777777" w:rsidR="003A758C" w:rsidRDefault="003A758C" w:rsidP="002C4725">
      <w:pPr>
        <w:spacing w:after="0" w:line="240" w:lineRule="auto"/>
      </w:pPr>
      <w:r>
        <w:separator/>
      </w:r>
    </w:p>
  </w:endnote>
  <w:endnote w:type="continuationSeparator" w:id="0">
    <w:p w14:paraId="5F3DA388" w14:textId="77777777" w:rsidR="003A758C" w:rsidRDefault="003A758C" w:rsidP="002C4725">
      <w:pPr>
        <w:spacing w:after="0" w:line="240" w:lineRule="auto"/>
      </w:pPr>
      <w:r>
        <w:continuationSeparator/>
      </w:r>
    </w:p>
  </w:endnote>
  <w:endnote w:type="continuationNotice" w:id="1">
    <w:p w14:paraId="4F8ED40B" w14:textId="77777777" w:rsidR="003A758C" w:rsidRDefault="003A75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BED0E" w14:textId="77777777" w:rsidR="003A758C" w:rsidRDefault="003A758C" w:rsidP="002C4725">
      <w:pPr>
        <w:spacing w:after="0" w:line="240" w:lineRule="auto"/>
      </w:pPr>
      <w:r>
        <w:separator/>
      </w:r>
    </w:p>
  </w:footnote>
  <w:footnote w:type="continuationSeparator" w:id="0">
    <w:p w14:paraId="479E6341" w14:textId="77777777" w:rsidR="003A758C" w:rsidRDefault="003A758C" w:rsidP="002C4725">
      <w:pPr>
        <w:spacing w:after="0" w:line="240" w:lineRule="auto"/>
      </w:pPr>
      <w:r>
        <w:continuationSeparator/>
      </w:r>
    </w:p>
  </w:footnote>
  <w:footnote w:type="continuationNotice" w:id="1">
    <w:p w14:paraId="544C8885" w14:textId="77777777" w:rsidR="003A758C" w:rsidRDefault="003A758C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1021" w14:textId="7A9BB950" w:rsidR="003D2088" w:rsidRPr="000D388A" w:rsidRDefault="003902B4" w:rsidP="000D388A">
    <w:pPr>
      <w:pStyle w:val="Zhlav"/>
    </w:pPr>
    <w:r>
      <w:rPr>
        <w:noProof/>
        <w:lang w:eastAsia="cs-CZ"/>
      </w:rPr>
      <w:drawing>
        <wp:inline distT="0" distB="0" distL="0" distR="0" wp14:anchorId="37A781D1" wp14:editId="302BF343">
          <wp:extent cx="5760720" cy="970280"/>
          <wp:effectExtent l="0" t="0" r="0" b="1270"/>
          <wp:docPr id="3" name="Obrázek 3" descr="Obsah obrázku text, Písmo, snímek obrazovky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snímek obrazovky, logo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70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C5495" w:rsidDel="003902B4">
      <w:rPr>
        <w:rFonts w:asciiTheme="majorHAnsi" w:hAnsiTheme="majorHAnsi" w:cstheme="majorHAnsi"/>
        <w:noProof/>
        <w:highlight w:val="yellow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1DA56C0"/>
    <w:multiLevelType w:val="hybridMultilevel"/>
    <w:tmpl w:val="B9F6ABDC"/>
    <w:lvl w:ilvl="0" w:tplc="04050013">
      <w:start w:val="1"/>
      <w:numFmt w:val="upperRoman"/>
      <w:lvlText w:val="%1."/>
      <w:lvlJc w:val="right"/>
      <w:pPr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645219A2"/>
    <w:lvl w:ilvl="0" w:tplc="DED2C196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8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8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015037402">
    <w:abstractNumId w:val="8"/>
  </w:num>
  <w:num w:numId="27" w16cid:durableId="1423524438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dAbCMr9EjjNTEeZCoFIJBQfiV6/DY+Kuft3M56PSaKxxyFm6RFZ/fxnL8rB524CzY2Tc0q60mofGUpAd8tbog==" w:salt="LKwA5lJoRWN1kbf+vILr4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25959"/>
    <w:rsid w:val="00037BE2"/>
    <w:rsid w:val="0006445D"/>
    <w:rsid w:val="00072135"/>
    <w:rsid w:val="00082C5A"/>
    <w:rsid w:val="000840D8"/>
    <w:rsid w:val="000A3A57"/>
    <w:rsid w:val="000A6731"/>
    <w:rsid w:val="000B42C0"/>
    <w:rsid w:val="000D388A"/>
    <w:rsid w:val="000D3E20"/>
    <w:rsid w:val="000F2439"/>
    <w:rsid w:val="00107E96"/>
    <w:rsid w:val="00113F40"/>
    <w:rsid w:val="001236D1"/>
    <w:rsid w:val="0012393F"/>
    <w:rsid w:val="00130843"/>
    <w:rsid w:val="00150DC5"/>
    <w:rsid w:val="00153BE0"/>
    <w:rsid w:val="00173960"/>
    <w:rsid w:val="0018712C"/>
    <w:rsid w:val="00187214"/>
    <w:rsid w:val="00195D10"/>
    <w:rsid w:val="001A228E"/>
    <w:rsid w:val="001A2568"/>
    <w:rsid w:val="001A3941"/>
    <w:rsid w:val="001B5DBB"/>
    <w:rsid w:val="001C2302"/>
    <w:rsid w:val="001D0606"/>
    <w:rsid w:val="001D4142"/>
    <w:rsid w:val="001E6EA5"/>
    <w:rsid w:val="00202740"/>
    <w:rsid w:val="002063E8"/>
    <w:rsid w:val="0022176A"/>
    <w:rsid w:val="00237321"/>
    <w:rsid w:val="002432D1"/>
    <w:rsid w:val="00247720"/>
    <w:rsid w:val="00252D42"/>
    <w:rsid w:val="00267824"/>
    <w:rsid w:val="00273B04"/>
    <w:rsid w:val="00274CEF"/>
    <w:rsid w:val="00294F6E"/>
    <w:rsid w:val="002B29FD"/>
    <w:rsid w:val="002B5CAD"/>
    <w:rsid w:val="002B6461"/>
    <w:rsid w:val="002C4725"/>
    <w:rsid w:val="002D727F"/>
    <w:rsid w:val="002D72C7"/>
    <w:rsid w:val="002E0A14"/>
    <w:rsid w:val="002F739C"/>
    <w:rsid w:val="003006F3"/>
    <w:rsid w:val="00304814"/>
    <w:rsid w:val="00316023"/>
    <w:rsid w:val="00331CAD"/>
    <w:rsid w:val="00351A75"/>
    <w:rsid w:val="00360120"/>
    <w:rsid w:val="003823F4"/>
    <w:rsid w:val="003902B4"/>
    <w:rsid w:val="003905BE"/>
    <w:rsid w:val="00393720"/>
    <w:rsid w:val="003A758C"/>
    <w:rsid w:val="003B3D04"/>
    <w:rsid w:val="003B764B"/>
    <w:rsid w:val="003D2088"/>
    <w:rsid w:val="003D4308"/>
    <w:rsid w:val="003F0F2F"/>
    <w:rsid w:val="003F121F"/>
    <w:rsid w:val="003F45B3"/>
    <w:rsid w:val="003F660A"/>
    <w:rsid w:val="003F75EB"/>
    <w:rsid w:val="00402441"/>
    <w:rsid w:val="00427539"/>
    <w:rsid w:val="00431CD9"/>
    <w:rsid w:val="0043726F"/>
    <w:rsid w:val="00442C46"/>
    <w:rsid w:val="004477CC"/>
    <w:rsid w:val="004524C6"/>
    <w:rsid w:val="00455270"/>
    <w:rsid w:val="00474F9E"/>
    <w:rsid w:val="00476C99"/>
    <w:rsid w:val="004A39A4"/>
    <w:rsid w:val="004A7B72"/>
    <w:rsid w:val="004B0B9F"/>
    <w:rsid w:val="004B3047"/>
    <w:rsid w:val="004B6AE8"/>
    <w:rsid w:val="004B7783"/>
    <w:rsid w:val="004C07D9"/>
    <w:rsid w:val="004E2D86"/>
    <w:rsid w:val="004E48B9"/>
    <w:rsid w:val="004E6710"/>
    <w:rsid w:val="005055F8"/>
    <w:rsid w:val="00526398"/>
    <w:rsid w:val="00541D1B"/>
    <w:rsid w:val="0055358D"/>
    <w:rsid w:val="00557B2B"/>
    <w:rsid w:val="00557EFC"/>
    <w:rsid w:val="00560CF9"/>
    <w:rsid w:val="00577ECD"/>
    <w:rsid w:val="00583EA5"/>
    <w:rsid w:val="00584109"/>
    <w:rsid w:val="005A02FA"/>
    <w:rsid w:val="005B243A"/>
    <w:rsid w:val="005D53C2"/>
    <w:rsid w:val="005E7A63"/>
    <w:rsid w:val="00603FE9"/>
    <w:rsid w:val="00610B24"/>
    <w:rsid w:val="006304B1"/>
    <w:rsid w:val="00633524"/>
    <w:rsid w:val="006365AF"/>
    <w:rsid w:val="006446B6"/>
    <w:rsid w:val="00653B07"/>
    <w:rsid w:val="006550FB"/>
    <w:rsid w:val="00661D5D"/>
    <w:rsid w:val="00674152"/>
    <w:rsid w:val="00686888"/>
    <w:rsid w:val="00694C0A"/>
    <w:rsid w:val="006A51E9"/>
    <w:rsid w:val="006C1405"/>
    <w:rsid w:val="006C1C90"/>
    <w:rsid w:val="006C5D07"/>
    <w:rsid w:val="006C64E7"/>
    <w:rsid w:val="006D1666"/>
    <w:rsid w:val="006D355A"/>
    <w:rsid w:val="006E2333"/>
    <w:rsid w:val="006E2B73"/>
    <w:rsid w:val="006E7292"/>
    <w:rsid w:val="006F474C"/>
    <w:rsid w:val="006F6CFC"/>
    <w:rsid w:val="007074B6"/>
    <w:rsid w:val="0071437E"/>
    <w:rsid w:val="00722CDE"/>
    <w:rsid w:val="007244DA"/>
    <w:rsid w:val="007252F1"/>
    <w:rsid w:val="0074190B"/>
    <w:rsid w:val="007442A1"/>
    <w:rsid w:val="00763788"/>
    <w:rsid w:val="00775992"/>
    <w:rsid w:val="00781689"/>
    <w:rsid w:val="00790C6A"/>
    <w:rsid w:val="007913D3"/>
    <w:rsid w:val="00794A6B"/>
    <w:rsid w:val="007A0278"/>
    <w:rsid w:val="007D4838"/>
    <w:rsid w:val="007E0449"/>
    <w:rsid w:val="007E078A"/>
    <w:rsid w:val="007E5031"/>
    <w:rsid w:val="007E513E"/>
    <w:rsid w:val="007F02A2"/>
    <w:rsid w:val="007F6AB3"/>
    <w:rsid w:val="007F73AC"/>
    <w:rsid w:val="00812B87"/>
    <w:rsid w:val="0082413A"/>
    <w:rsid w:val="00827468"/>
    <w:rsid w:val="008309D1"/>
    <w:rsid w:val="00834D6D"/>
    <w:rsid w:val="0083788E"/>
    <w:rsid w:val="00855323"/>
    <w:rsid w:val="008638BC"/>
    <w:rsid w:val="00866994"/>
    <w:rsid w:val="00872E47"/>
    <w:rsid w:val="00876F33"/>
    <w:rsid w:val="008A269E"/>
    <w:rsid w:val="008A62CA"/>
    <w:rsid w:val="008C45B9"/>
    <w:rsid w:val="008D219E"/>
    <w:rsid w:val="008F090D"/>
    <w:rsid w:val="008F3E3E"/>
    <w:rsid w:val="00905291"/>
    <w:rsid w:val="00917068"/>
    <w:rsid w:val="0092668F"/>
    <w:rsid w:val="00942590"/>
    <w:rsid w:val="009924D8"/>
    <w:rsid w:val="00996D8A"/>
    <w:rsid w:val="009974C4"/>
    <w:rsid w:val="009A5C04"/>
    <w:rsid w:val="009B67B4"/>
    <w:rsid w:val="009B7883"/>
    <w:rsid w:val="009C3B4B"/>
    <w:rsid w:val="009F33C5"/>
    <w:rsid w:val="00A0138D"/>
    <w:rsid w:val="00A015E9"/>
    <w:rsid w:val="00A43EF0"/>
    <w:rsid w:val="00A46404"/>
    <w:rsid w:val="00A468A6"/>
    <w:rsid w:val="00A77BFA"/>
    <w:rsid w:val="00A805D1"/>
    <w:rsid w:val="00A84F41"/>
    <w:rsid w:val="00A87536"/>
    <w:rsid w:val="00AA6A07"/>
    <w:rsid w:val="00AE3343"/>
    <w:rsid w:val="00AE4F32"/>
    <w:rsid w:val="00AF25BE"/>
    <w:rsid w:val="00AF4FAD"/>
    <w:rsid w:val="00AF6371"/>
    <w:rsid w:val="00B067DF"/>
    <w:rsid w:val="00B370E5"/>
    <w:rsid w:val="00B527F4"/>
    <w:rsid w:val="00B548D0"/>
    <w:rsid w:val="00B55BF2"/>
    <w:rsid w:val="00B56A03"/>
    <w:rsid w:val="00B73024"/>
    <w:rsid w:val="00B90639"/>
    <w:rsid w:val="00B950EB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1484E"/>
    <w:rsid w:val="00C23834"/>
    <w:rsid w:val="00C26691"/>
    <w:rsid w:val="00C65B3D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D00CE5"/>
    <w:rsid w:val="00D04195"/>
    <w:rsid w:val="00D07749"/>
    <w:rsid w:val="00D126C0"/>
    <w:rsid w:val="00D22DCA"/>
    <w:rsid w:val="00D22FB7"/>
    <w:rsid w:val="00D31E86"/>
    <w:rsid w:val="00D35963"/>
    <w:rsid w:val="00D37971"/>
    <w:rsid w:val="00D41F6D"/>
    <w:rsid w:val="00D63539"/>
    <w:rsid w:val="00D65A21"/>
    <w:rsid w:val="00DA2467"/>
    <w:rsid w:val="00DB6E05"/>
    <w:rsid w:val="00DD01E9"/>
    <w:rsid w:val="00DD2761"/>
    <w:rsid w:val="00DD3120"/>
    <w:rsid w:val="00DD43A9"/>
    <w:rsid w:val="00DF64B6"/>
    <w:rsid w:val="00E2683B"/>
    <w:rsid w:val="00E324D8"/>
    <w:rsid w:val="00E41512"/>
    <w:rsid w:val="00E422FF"/>
    <w:rsid w:val="00E4463B"/>
    <w:rsid w:val="00E54BD7"/>
    <w:rsid w:val="00E65E02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B0917"/>
    <w:rsid w:val="00EC6D81"/>
    <w:rsid w:val="00EE2E83"/>
    <w:rsid w:val="00EE6E25"/>
    <w:rsid w:val="00EE6FC7"/>
    <w:rsid w:val="00EE78B1"/>
    <w:rsid w:val="00EF2A2A"/>
    <w:rsid w:val="00F038FF"/>
    <w:rsid w:val="00F118E1"/>
    <w:rsid w:val="00F13430"/>
    <w:rsid w:val="00F17C54"/>
    <w:rsid w:val="00F25F8E"/>
    <w:rsid w:val="00F27A8E"/>
    <w:rsid w:val="00F31346"/>
    <w:rsid w:val="00F6706F"/>
    <w:rsid w:val="00F71416"/>
    <w:rsid w:val="00F72D7A"/>
    <w:rsid w:val="00F76B2F"/>
    <w:rsid w:val="00F84153"/>
    <w:rsid w:val="00FF7263"/>
    <w:rsid w:val="08C18711"/>
    <w:rsid w:val="09FEA6FE"/>
    <w:rsid w:val="0EA2E9B4"/>
    <w:rsid w:val="192D7B51"/>
    <w:rsid w:val="2CCBCAD9"/>
    <w:rsid w:val="33164E1B"/>
    <w:rsid w:val="335C4E7B"/>
    <w:rsid w:val="3FE76161"/>
    <w:rsid w:val="431B779B"/>
    <w:rsid w:val="440C2D22"/>
    <w:rsid w:val="49AC207B"/>
    <w:rsid w:val="58689996"/>
    <w:rsid w:val="5B002B26"/>
    <w:rsid w:val="5C0BC5A5"/>
    <w:rsid w:val="646C41B0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5B5F7790-4D3B-4D26-9814-CADB175B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94F6E" w:rsidP="00294F6E">
          <w:pPr>
            <w:pStyle w:val="965DAE32D48742E0820C469B6704D8915"/>
          </w:pPr>
          <w:r w:rsidRPr="00187214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94F6E" w:rsidP="00294F6E">
          <w:pPr>
            <w:pStyle w:val="999D8E9014AC4508BD6078522FA0AE364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94F6E" w:rsidP="00294F6E">
          <w:pPr>
            <w:pStyle w:val="E17A766FF4E34B76B9BBA8FD902870D6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94F6E" w:rsidP="00294F6E">
          <w:pPr>
            <w:pStyle w:val="C276B60754C94C7D9AFD0FB834E61144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94F6E" w:rsidP="00294F6E">
          <w:pPr>
            <w:pStyle w:val="E5C0DABB0F5446458FDAEADC32B126BC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94F6E" w:rsidP="00294F6E">
          <w:pPr>
            <w:pStyle w:val="683AC7DB4B4A46E2B0D16C4CB0E4502D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94F6E" w:rsidP="00294F6E">
          <w:pPr>
            <w:pStyle w:val="C67B583E08624CB78826F91E95CD2DED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94F6E" w:rsidP="00294F6E">
          <w:pPr>
            <w:pStyle w:val="3CCC59C2DC45484C8073BE274CDDF3F0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94F6E" w:rsidP="00294F6E">
          <w:pPr>
            <w:pStyle w:val="F87E358D268F49AE8FC26987775EFE2D4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94F6E" w:rsidP="00294F6E">
          <w:pPr>
            <w:pStyle w:val="87745AE4552044B096E0AB71E4F9C878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94F6E" w:rsidP="00294F6E">
          <w:pPr>
            <w:pStyle w:val="529C780E335847EB9ED99459765C239F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94F6E" w:rsidP="00294F6E">
          <w:pPr>
            <w:pStyle w:val="FEA2437317244E18B8CFF94636AEC5FF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294F6E" w:rsidP="00294F6E">
          <w:pPr>
            <w:pStyle w:val="BD91E698A02A401BBCA8F0684263DC6F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294F6E" w:rsidP="00294F6E">
          <w:pPr>
            <w:pStyle w:val="C60B0C4A6A094525B460BE2469090F4F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294F6E" w:rsidP="00294F6E">
          <w:pPr>
            <w:pStyle w:val="4BFBCA409F834C9DB56B23CD8719C41A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294F6E" w:rsidP="00294F6E">
          <w:pPr>
            <w:pStyle w:val="0C41B2E5FBB349599199E843A8ACB3E1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294F6E" w:rsidP="00294F6E">
          <w:pPr>
            <w:pStyle w:val="13B917F499F5452DA2B42CF8FC0DDC4A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294F6E" w:rsidP="00294F6E">
          <w:pPr>
            <w:pStyle w:val="4B497F69C1EF49978B3F11F4CB97B1863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294F6E" w:rsidP="00294F6E">
          <w:pPr>
            <w:pStyle w:val="1EACA1CCD98349528CA15B8591E14C872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294F6E" w:rsidP="00294F6E">
          <w:pPr>
            <w:pStyle w:val="5CCC2FEDC7B44B88B3B080223EC6FA912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294F6E" w:rsidP="00294F6E">
          <w:pPr>
            <w:pStyle w:val="B956DD23D43B4789B1E9FBD3286669CC2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53EAACDFAA8E47A685429DCF457F84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035257-4C49-4A74-BF4F-0EA333A1343C}"/>
      </w:docPartPr>
      <w:docPartBody>
        <w:p w:rsidR="00E812C6" w:rsidRDefault="00294F6E" w:rsidP="00294F6E">
          <w:pPr>
            <w:pStyle w:val="53EAACDFAA8E47A685429DCF457F84872"/>
          </w:pPr>
          <w:r w:rsidRPr="00B067DF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B90639" w:rsidP="00B90639">
          <w:pPr>
            <w:pStyle w:val="896D1B973426499B9F8516420F67FF26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B90639" w:rsidP="00B90639">
          <w:pPr>
            <w:pStyle w:val="98644336A8ED4C638D1E9CBA372029E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B90639" w:rsidP="00B90639">
          <w:pPr>
            <w:pStyle w:val="794F4968EF0541AAA53BB071A9C9281E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B90639" w:rsidP="00B90639">
          <w:pPr>
            <w:pStyle w:val="BEF82147553F4128814D4EE333874D4B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B90639" w:rsidP="00B90639">
          <w:pPr>
            <w:pStyle w:val="2C0CF32419D547A392E73062FEBE4D73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B90639" w:rsidP="00B90639">
          <w:pPr>
            <w:pStyle w:val="55E84235A46D48B1990080DF91D76A55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B90639" w:rsidP="00B90639">
          <w:pPr>
            <w:pStyle w:val="DAAE35CAE02B425C8970E085907A82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B90639" w:rsidP="00B90639">
          <w:pPr>
            <w:pStyle w:val="673E650657F94BD6ACD60C2F1A74DCC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C044CD9150714B7E947D201D0A5A2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06516-0D6E-402E-8D89-395F2515E81F}"/>
      </w:docPartPr>
      <w:docPartBody>
        <w:p w:rsidR="0034076C" w:rsidRDefault="00B90639" w:rsidP="00B90639">
          <w:pPr>
            <w:pStyle w:val="C044CD9150714B7E947D201D0A5A2B8D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B90639" w:rsidP="00B90639">
          <w:pPr>
            <w:pStyle w:val="3E6E5C9D144F4937B3D0B9331089CABA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1667DF"/>
    <w:rsid w:val="00294F6E"/>
    <w:rsid w:val="0034076C"/>
    <w:rsid w:val="00431516"/>
    <w:rsid w:val="0043726F"/>
    <w:rsid w:val="00442C46"/>
    <w:rsid w:val="004A650F"/>
    <w:rsid w:val="004E4ED8"/>
    <w:rsid w:val="0050088E"/>
    <w:rsid w:val="005830F2"/>
    <w:rsid w:val="005F0D44"/>
    <w:rsid w:val="00610B24"/>
    <w:rsid w:val="006E0974"/>
    <w:rsid w:val="0071437E"/>
    <w:rsid w:val="00727E9C"/>
    <w:rsid w:val="007B6520"/>
    <w:rsid w:val="007C5CD9"/>
    <w:rsid w:val="00842923"/>
    <w:rsid w:val="00864EF4"/>
    <w:rsid w:val="00A86867"/>
    <w:rsid w:val="00B076B3"/>
    <w:rsid w:val="00B73FFE"/>
    <w:rsid w:val="00B90639"/>
    <w:rsid w:val="00C770A2"/>
    <w:rsid w:val="00D126C0"/>
    <w:rsid w:val="00D37971"/>
    <w:rsid w:val="00D61302"/>
    <w:rsid w:val="00D708F6"/>
    <w:rsid w:val="00E812C6"/>
    <w:rsid w:val="00EB4CBE"/>
    <w:rsid w:val="00EE78B1"/>
    <w:rsid w:val="00F25F8E"/>
    <w:rsid w:val="00F86EBD"/>
    <w:rsid w:val="00FE5875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7971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17</TotalTime>
  <Pages>5</Pages>
  <Words>1551</Words>
  <Characters>9152</Characters>
  <Application>Microsoft Office Word</Application>
  <DocSecurity>0</DocSecurity>
  <Lines>76</Lines>
  <Paragraphs>21</Paragraphs>
  <ScaleCrop>false</ScaleCrop>
  <Company>TENDERA partners, s.r.o.</Company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Ivona Peštálová</cp:lastModifiedBy>
  <cp:revision>53</cp:revision>
  <cp:lastPrinted>2019-12-09T18:19:00Z</cp:lastPrinted>
  <dcterms:created xsi:type="dcterms:W3CDTF">2023-06-29T18:14:00Z</dcterms:created>
  <dcterms:modified xsi:type="dcterms:W3CDTF">2025-05-07T10:00:00Z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